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FDC" w:rsidRPr="00300FDC" w:rsidRDefault="00300FDC" w:rsidP="00300FDC">
      <w:pPr>
        <w:jc w:val="center"/>
        <w:rPr>
          <w:b/>
          <w:sz w:val="28"/>
          <w:szCs w:val="28"/>
        </w:rPr>
      </w:pPr>
      <w:r w:rsidRPr="00300FDC">
        <w:rPr>
          <w:b/>
          <w:sz w:val="28"/>
          <w:szCs w:val="28"/>
        </w:rPr>
        <w:t xml:space="preserve">                                                         </w:t>
      </w:r>
    </w:p>
    <w:p w:rsidR="00300FDC" w:rsidRPr="00300FDC" w:rsidRDefault="00300FDC" w:rsidP="00300FDC">
      <w:pPr>
        <w:jc w:val="center"/>
        <w:rPr>
          <w:sz w:val="28"/>
          <w:szCs w:val="28"/>
        </w:rPr>
      </w:pPr>
      <w:r w:rsidRPr="00300FDC">
        <w:rPr>
          <w:b/>
          <w:sz w:val="28"/>
          <w:szCs w:val="28"/>
        </w:rPr>
        <w:t>РЕШЕНИЕ</w:t>
      </w:r>
    </w:p>
    <w:p w:rsidR="009B6676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СОВЕТА ДЕПУТАТОВ</w:t>
      </w:r>
    </w:p>
    <w:p w:rsidR="00300FDC" w:rsidRPr="00300FDC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 xml:space="preserve"> </w:t>
      </w:r>
      <w:r w:rsidR="005F5124">
        <w:rPr>
          <w:rFonts w:eastAsiaTheme="minorEastAsia"/>
          <w:b/>
          <w:sz w:val="28"/>
          <w:szCs w:val="28"/>
        </w:rPr>
        <w:t>СУЗУНСКОГО</w:t>
      </w:r>
      <w:r w:rsidRPr="00300FDC">
        <w:rPr>
          <w:rFonts w:eastAsiaTheme="minorEastAsia"/>
          <w:b/>
          <w:sz w:val="28"/>
          <w:szCs w:val="28"/>
        </w:rPr>
        <w:t xml:space="preserve"> МУНИЦИПАЛЬНОГО ОКРУГА</w:t>
      </w:r>
    </w:p>
    <w:p w:rsidR="00300FDC" w:rsidRPr="00300FDC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НОВОСИБИРСКОЙ ОБЛАСТИ</w:t>
      </w:r>
    </w:p>
    <w:p w:rsidR="00300FDC" w:rsidRPr="00300FDC" w:rsidRDefault="00300FDC" w:rsidP="00300FDC">
      <w:pPr>
        <w:spacing w:after="200" w:line="276" w:lineRule="auto"/>
        <w:ind w:firstLine="540"/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первого созыва</w:t>
      </w:r>
    </w:p>
    <w:p w:rsidR="00300FDC" w:rsidRPr="00300FDC" w:rsidRDefault="009B6676" w:rsidP="00300FDC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(</w:t>
      </w:r>
      <w:r w:rsidR="005F5124">
        <w:rPr>
          <w:rFonts w:eastAsiaTheme="minorEastAsia"/>
          <w:b/>
          <w:sz w:val="28"/>
          <w:szCs w:val="28"/>
        </w:rPr>
        <w:t>_______</w:t>
      </w:r>
      <w:r>
        <w:rPr>
          <w:rFonts w:eastAsiaTheme="minorEastAsia"/>
          <w:b/>
          <w:sz w:val="28"/>
          <w:szCs w:val="28"/>
        </w:rPr>
        <w:t xml:space="preserve"> </w:t>
      </w:r>
      <w:r w:rsidR="00300FDC" w:rsidRPr="00300FDC">
        <w:rPr>
          <w:rFonts w:eastAsiaTheme="minorEastAsia"/>
          <w:b/>
          <w:sz w:val="28"/>
          <w:szCs w:val="28"/>
        </w:rPr>
        <w:t>сессия)</w:t>
      </w:r>
    </w:p>
    <w:p w:rsidR="00300FDC" w:rsidRPr="00300FDC" w:rsidRDefault="005F5124" w:rsidP="00225BEA">
      <w:pPr>
        <w:spacing w:after="200"/>
        <w:jc w:val="center"/>
        <w:rPr>
          <w:rFonts w:asciiTheme="minorHAnsi" w:eastAsiaTheme="minorEastAsia" w:hAnsiTheme="minorHAnsi" w:cstheme="minorBidi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От ___________                                                                                              № ________</w:t>
      </w:r>
    </w:p>
    <w:p w:rsidR="00225BEA" w:rsidRDefault="00225BEA" w:rsidP="005F5124">
      <w:pPr>
        <w:rPr>
          <w:b/>
          <w:sz w:val="28"/>
          <w:szCs w:val="28"/>
        </w:rPr>
      </w:pPr>
    </w:p>
    <w:p w:rsidR="00C812CE" w:rsidRDefault="00300FDC" w:rsidP="005F5124">
      <w:pPr>
        <w:rPr>
          <w:b/>
          <w:sz w:val="28"/>
          <w:szCs w:val="28"/>
        </w:rPr>
      </w:pPr>
      <w:r w:rsidRPr="009B6676">
        <w:rPr>
          <w:b/>
          <w:sz w:val="28"/>
          <w:szCs w:val="28"/>
        </w:rPr>
        <w:t xml:space="preserve">О ликвидации администрации </w:t>
      </w:r>
      <w:proofErr w:type="spellStart"/>
      <w:r w:rsidR="008E4D00">
        <w:rPr>
          <w:b/>
          <w:sz w:val="28"/>
          <w:szCs w:val="28"/>
        </w:rPr>
        <w:t>Ключиковского</w:t>
      </w:r>
      <w:proofErr w:type="spellEnd"/>
      <w:r w:rsidR="00C812CE">
        <w:rPr>
          <w:b/>
          <w:sz w:val="28"/>
          <w:szCs w:val="28"/>
        </w:rPr>
        <w:t xml:space="preserve"> сельсовета </w:t>
      </w:r>
    </w:p>
    <w:p w:rsidR="00300FDC" w:rsidRPr="009B6676" w:rsidRDefault="005F5124" w:rsidP="005F512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Сузунского </w:t>
      </w:r>
      <w:r w:rsidR="00300FDC" w:rsidRPr="009B6676">
        <w:rPr>
          <w:b/>
          <w:sz w:val="28"/>
          <w:szCs w:val="28"/>
        </w:rPr>
        <w:t xml:space="preserve">района </w:t>
      </w:r>
      <w:r w:rsidR="00C812CE">
        <w:rPr>
          <w:b/>
          <w:sz w:val="28"/>
          <w:szCs w:val="28"/>
        </w:rPr>
        <w:t xml:space="preserve">Новосибирской области </w:t>
      </w:r>
      <w:r w:rsidR="00300FDC" w:rsidRPr="009B6676">
        <w:rPr>
          <w:b/>
          <w:sz w:val="28"/>
          <w:szCs w:val="28"/>
        </w:rPr>
        <w:t>как юридического лица</w:t>
      </w:r>
    </w:p>
    <w:p w:rsidR="00341AC8" w:rsidRDefault="00341AC8" w:rsidP="00341AC8">
      <w:pPr>
        <w:shd w:val="clear" w:color="auto" w:fill="FFFFFF"/>
        <w:jc w:val="both"/>
        <w:rPr>
          <w:b/>
          <w:sz w:val="28"/>
          <w:szCs w:val="28"/>
        </w:rPr>
      </w:pPr>
    </w:p>
    <w:p w:rsidR="00341AC8" w:rsidRPr="00225BEA" w:rsidRDefault="001D4DA3" w:rsidP="00341AC8">
      <w:pPr>
        <w:shd w:val="clear" w:color="auto" w:fill="FFFFFF"/>
        <w:ind w:firstLine="709"/>
        <w:jc w:val="both"/>
        <w:rPr>
          <w:sz w:val="28"/>
          <w:szCs w:val="28"/>
        </w:rPr>
      </w:pPr>
      <w:r w:rsidRPr="00225BEA">
        <w:rPr>
          <w:sz w:val="28"/>
          <w:szCs w:val="28"/>
        </w:rPr>
        <w:t>На основании статей 61</w:t>
      </w:r>
      <w:r w:rsidR="00341AC8" w:rsidRPr="00225BEA">
        <w:rPr>
          <w:sz w:val="28"/>
          <w:szCs w:val="28"/>
        </w:rPr>
        <w:t xml:space="preserve"> - </w:t>
      </w:r>
      <w:r w:rsidRPr="00225BEA">
        <w:rPr>
          <w:sz w:val="28"/>
          <w:szCs w:val="28"/>
        </w:rPr>
        <w:t>64 Гражданского кодекса</w:t>
      </w:r>
      <w:r w:rsidR="00341AC8" w:rsidRPr="00225BEA">
        <w:rPr>
          <w:sz w:val="28"/>
          <w:szCs w:val="28"/>
        </w:rPr>
        <w:t xml:space="preserve"> Российской Федерации, статьи 13 Федерального закона от 20.03.2025 № 33-ФЗ «Об общих принципах организации местного самоуправления в единой системе публичной власти»</w:t>
      </w:r>
      <w:r w:rsidRPr="00225BEA">
        <w:rPr>
          <w:sz w:val="28"/>
          <w:szCs w:val="28"/>
        </w:rPr>
        <w:t xml:space="preserve">,  </w:t>
      </w:r>
      <w:r w:rsidR="00E935D6" w:rsidRPr="00225BEA">
        <w:rPr>
          <w:sz w:val="28"/>
          <w:szCs w:val="28"/>
        </w:rPr>
        <w:t>Закон</w:t>
      </w:r>
      <w:r w:rsidR="005C626E" w:rsidRPr="00225BEA">
        <w:rPr>
          <w:sz w:val="28"/>
          <w:szCs w:val="28"/>
        </w:rPr>
        <w:t>а</w:t>
      </w:r>
      <w:r w:rsidR="00E935D6" w:rsidRPr="00225BEA">
        <w:rPr>
          <w:sz w:val="28"/>
          <w:szCs w:val="28"/>
        </w:rPr>
        <w:t xml:space="preserve"> Новосибирской области </w:t>
      </w:r>
      <w:r w:rsidR="00341AC8" w:rsidRPr="00225BEA">
        <w:rPr>
          <w:sz w:val="28"/>
          <w:szCs w:val="28"/>
        </w:rPr>
        <w:t>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="00E935D6" w:rsidRPr="00225BEA">
        <w:rPr>
          <w:sz w:val="28"/>
          <w:szCs w:val="28"/>
        </w:rPr>
        <w:t>,</w:t>
      </w:r>
      <w:r w:rsidR="00E935D6" w:rsidRPr="00225BEA">
        <w:rPr>
          <w:rStyle w:val="30"/>
          <w:rFonts w:eastAsiaTheme="minorEastAsia"/>
          <w:color w:val="auto"/>
          <w:sz w:val="28"/>
          <w:szCs w:val="28"/>
        </w:rPr>
        <w:t xml:space="preserve"> </w:t>
      </w:r>
      <w:r w:rsidRPr="00225BEA">
        <w:rPr>
          <w:sz w:val="28"/>
          <w:szCs w:val="28"/>
        </w:rPr>
        <w:t xml:space="preserve"> </w:t>
      </w:r>
      <w:r w:rsidR="00E935D6" w:rsidRPr="00225BEA">
        <w:rPr>
          <w:sz w:val="28"/>
          <w:szCs w:val="28"/>
        </w:rPr>
        <w:t xml:space="preserve">Совет депутатов </w:t>
      </w:r>
      <w:r w:rsidR="00341AC8" w:rsidRPr="00225BEA">
        <w:rPr>
          <w:sz w:val="28"/>
          <w:szCs w:val="28"/>
        </w:rPr>
        <w:t>Сузунского</w:t>
      </w:r>
      <w:r w:rsidR="00E935D6" w:rsidRPr="00225BEA">
        <w:rPr>
          <w:sz w:val="28"/>
          <w:szCs w:val="28"/>
        </w:rPr>
        <w:t xml:space="preserve"> муниципального округа Новосибирской области </w:t>
      </w:r>
    </w:p>
    <w:p w:rsidR="00341AC8" w:rsidRDefault="00341AC8" w:rsidP="00341AC8">
      <w:pPr>
        <w:shd w:val="clear" w:color="auto" w:fill="FFFFFF"/>
        <w:ind w:firstLine="709"/>
        <w:jc w:val="both"/>
        <w:rPr>
          <w:color w:val="212529"/>
          <w:sz w:val="28"/>
          <w:szCs w:val="28"/>
        </w:rPr>
      </w:pPr>
    </w:p>
    <w:p w:rsidR="00E935D6" w:rsidRPr="00E935D6" w:rsidRDefault="00E935D6" w:rsidP="009F04CC">
      <w:pPr>
        <w:shd w:val="clear" w:color="auto" w:fill="FFFFFF"/>
        <w:jc w:val="both"/>
        <w:rPr>
          <w:color w:val="212529"/>
          <w:sz w:val="28"/>
          <w:szCs w:val="28"/>
        </w:rPr>
      </w:pPr>
      <w:r w:rsidRPr="00E935D6">
        <w:rPr>
          <w:color w:val="212529"/>
          <w:sz w:val="28"/>
          <w:szCs w:val="28"/>
        </w:rPr>
        <w:t>РЕШИЛ:</w:t>
      </w:r>
    </w:p>
    <w:p w:rsidR="001D4DA3" w:rsidRPr="00CB2C73" w:rsidRDefault="001D4DA3" w:rsidP="00E935D6">
      <w:pPr>
        <w:ind w:firstLine="708"/>
        <w:jc w:val="both"/>
        <w:rPr>
          <w:sz w:val="28"/>
          <w:szCs w:val="28"/>
        </w:rPr>
      </w:pPr>
      <w:r w:rsidRPr="00861583">
        <w:rPr>
          <w:sz w:val="28"/>
          <w:szCs w:val="28"/>
        </w:rPr>
        <w:t>1</w:t>
      </w:r>
      <w:r w:rsidRPr="00CB2C73">
        <w:rPr>
          <w:sz w:val="28"/>
          <w:szCs w:val="28"/>
        </w:rPr>
        <w:t>. Ликвидировать администрацию</w:t>
      </w:r>
      <w:r w:rsidR="00C812CE" w:rsidRPr="00CB2C73">
        <w:rPr>
          <w:sz w:val="28"/>
          <w:szCs w:val="28"/>
        </w:rPr>
        <w:t xml:space="preserve"> </w:t>
      </w:r>
      <w:proofErr w:type="spellStart"/>
      <w:r w:rsidR="008E4D00" w:rsidRPr="00CB2C73">
        <w:rPr>
          <w:sz w:val="28"/>
          <w:szCs w:val="28"/>
        </w:rPr>
        <w:t>Ключиковского</w:t>
      </w:r>
      <w:proofErr w:type="spellEnd"/>
      <w:r w:rsidR="00C812CE" w:rsidRPr="00CB2C73">
        <w:rPr>
          <w:sz w:val="28"/>
          <w:szCs w:val="28"/>
        </w:rPr>
        <w:t xml:space="preserve"> сельсовета</w:t>
      </w:r>
      <w:r w:rsidRPr="00CB2C73">
        <w:rPr>
          <w:sz w:val="28"/>
          <w:szCs w:val="28"/>
        </w:rPr>
        <w:t xml:space="preserve"> </w:t>
      </w:r>
      <w:r w:rsidR="00341AC8" w:rsidRPr="00CB2C73">
        <w:rPr>
          <w:sz w:val="28"/>
          <w:szCs w:val="28"/>
        </w:rPr>
        <w:t>Сузунского</w:t>
      </w:r>
      <w:r w:rsidR="00AB1A24" w:rsidRPr="00CB2C73">
        <w:rPr>
          <w:sz w:val="28"/>
          <w:szCs w:val="28"/>
        </w:rPr>
        <w:t xml:space="preserve"> </w:t>
      </w:r>
      <w:r w:rsidR="0013518D" w:rsidRPr="00CB2C73">
        <w:rPr>
          <w:sz w:val="28"/>
          <w:szCs w:val="28"/>
        </w:rPr>
        <w:t>района</w:t>
      </w:r>
      <w:r w:rsidR="00C812CE" w:rsidRPr="00CB2C73">
        <w:rPr>
          <w:sz w:val="28"/>
          <w:szCs w:val="28"/>
        </w:rPr>
        <w:t xml:space="preserve"> Новосибирской области</w:t>
      </w:r>
      <w:r w:rsidR="0013518D" w:rsidRPr="00CB2C73">
        <w:rPr>
          <w:sz w:val="28"/>
          <w:szCs w:val="28"/>
        </w:rPr>
        <w:t xml:space="preserve"> </w:t>
      </w:r>
      <w:r w:rsidRPr="00CB2C73">
        <w:rPr>
          <w:sz w:val="28"/>
          <w:szCs w:val="28"/>
        </w:rPr>
        <w:t>(</w:t>
      </w:r>
      <w:r w:rsidR="00341AC8" w:rsidRPr="00CB2C73">
        <w:rPr>
          <w:sz w:val="28"/>
          <w:szCs w:val="28"/>
          <w:shd w:val="clear" w:color="auto" w:fill="FFFFFF"/>
        </w:rPr>
        <w:t>ОГРН: </w:t>
      </w:r>
      <w:r w:rsidR="008E4D00" w:rsidRPr="00CB2C73">
        <w:rPr>
          <w:sz w:val="28"/>
          <w:szCs w:val="28"/>
          <w:shd w:val="clear" w:color="auto" w:fill="FFFFFF"/>
        </w:rPr>
        <w:t>1025405430687</w:t>
      </w:r>
      <w:r w:rsidRPr="00CB2C73">
        <w:rPr>
          <w:sz w:val="28"/>
          <w:szCs w:val="28"/>
        </w:rPr>
        <w:t>, ИНН</w:t>
      </w:r>
      <w:r w:rsidR="0013518D" w:rsidRPr="00CB2C73">
        <w:rPr>
          <w:sz w:val="28"/>
          <w:szCs w:val="28"/>
        </w:rPr>
        <w:t xml:space="preserve"> </w:t>
      </w:r>
      <w:r w:rsidR="008E4D00" w:rsidRPr="00CB2C73">
        <w:rPr>
          <w:sz w:val="28"/>
          <w:szCs w:val="28"/>
          <w:shd w:val="clear" w:color="auto" w:fill="FFFFFF"/>
        </w:rPr>
        <w:t>5436106484</w:t>
      </w:r>
      <w:r w:rsidRPr="00CB2C73">
        <w:rPr>
          <w:sz w:val="28"/>
          <w:szCs w:val="28"/>
        </w:rPr>
        <w:t xml:space="preserve">, юридический и фактический адрес: </w:t>
      </w:r>
      <w:r w:rsidR="0013518D" w:rsidRPr="00CB2C73">
        <w:rPr>
          <w:sz w:val="28"/>
          <w:szCs w:val="28"/>
        </w:rPr>
        <w:t xml:space="preserve">Новосибирская область, </w:t>
      </w:r>
      <w:r w:rsidR="00341AC8" w:rsidRPr="00CB2C73">
        <w:rPr>
          <w:sz w:val="28"/>
          <w:szCs w:val="28"/>
        </w:rPr>
        <w:t>Сузунский</w:t>
      </w:r>
      <w:r w:rsidR="0013518D" w:rsidRPr="00CB2C73">
        <w:rPr>
          <w:sz w:val="28"/>
          <w:szCs w:val="28"/>
        </w:rPr>
        <w:t xml:space="preserve"> район, </w:t>
      </w:r>
      <w:r w:rsidR="00C812CE" w:rsidRPr="00CB2C73">
        <w:rPr>
          <w:sz w:val="28"/>
          <w:szCs w:val="28"/>
        </w:rPr>
        <w:t xml:space="preserve">с. </w:t>
      </w:r>
      <w:r w:rsidR="008E4D00" w:rsidRPr="00CB2C73">
        <w:rPr>
          <w:sz w:val="28"/>
          <w:szCs w:val="28"/>
        </w:rPr>
        <w:t>Ключики</w:t>
      </w:r>
      <w:r w:rsidR="0013518D" w:rsidRPr="00CB2C73">
        <w:rPr>
          <w:sz w:val="28"/>
          <w:szCs w:val="28"/>
        </w:rPr>
        <w:t>, ул.</w:t>
      </w:r>
      <w:r w:rsidR="00341AC8" w:rsidRPr="00CB2C73">
        <w:rPr>
          <w:sz w:val="28"/>
          <w:szCs w:val="28"/>
        </w:rPr>
        <w:t xml:space="preserve"> </w:t>
      </w:r>
      <w:r w:rsidR="008E4D00" w:rsidRPr="00CB2C73">
        <w:rPr>
          <w:sz w:val="28"/>
          <w:szCs w:val="28"/>
        </w:rPr>
        <w:t>Кирова</w:t>
      </w:r>
      <w:r w:rsidR="0013518D" w:rsidRPr="00CB2C73">
        <w:rPr>
          <w:sz w:val="28"/>
          <w:szCs w:val="28"/>
        </w:rPr>
        <w:t>,</w:t>
      </w:r>
      <w:r w:rsidR="00341AC8" w:rsidRPr="00CB2C73">
        <w:rPr>
          <w:sz w:val="28"/>
          <w:szCs w:val="28"/>
        </w:rPr>
        <w:t xml:space="preserve"> д. </w:t>
      </w:r>
      <w:r w:rsidR="008E4D00" w:rsidRPr="00CB2C73">
        <w:rPr>
          <w:sz w:val="28"/>
          <w:szCs w:val="28"/>
        </w:rPr>
        <w:t>54</w:t>
      </w:r>
      <w:r w:rsidR="00DF2AC4" w:rsidRPr="00CB2C73">
        <w:rPr>
          <w:sz w:val="28"/>
          <w:szCs w:val="28"/>
        </w:rPr>
        <w:t>).</w:t>
      </w:r>
    </w:p>
    <w:p w:rsidR="001D4DA3" w:rsidRDefault="001A28AB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Утвердить:</w:t>
      </w:r>
    </w:p>
    <w:p w:rsidR="001D4DA3" w:rsidRDefault="00341AC8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1D4DA3">
        <w:rPr>
          <w:sz w:val="28"/>
          <w:szCs w:val="28"/>
        </w:rPr>
        <w:t xml:space="preserve"> Положение о ликвидационной комиссии администрации </w:t>
      </w:r>
      <w:proofErr w:type="spellStart"/>
      <w:r w:rsidR="00CB2C73">
        <w:rPr>
          <w:sz w:val="28"/>
          <w:szCs w:val="28"/>
        </w:rPr>
        <w:t>Ключиковского</w:t>
      </w:r>
      <w:proofErr w:type="spellEnd"/>
      <w:r w:rsidR="00861583" w:rsidRPr="00861583">
        <w:rPr>
          <w:sz w:val="28"/>
          <w:szCs w:val="28"/>
        </w:rPr>
        <w:t xml:space="preserve"> сельсовета</w:t>
      </w:r>
      <w:r w:rsidR="00C812CE">
        <w:rPr>
          <w:sz w:val="28"/>
          <w:szCs w:val="28"/>
        </w:rPr>
        <w:t xml:space="preserve"> </w:t>
      </w:r>
      <w:r>
        <w:rPr>
          <w:sz w:val="28"/>
          <w:szCs w:val="28"/>
        </w:rPr>
        <w:t>Сузунского</w:t>
      </w:r>
      <w:r w:rsidR="0013518D">
        <w:rPr>
          <w:sz w:val="28"/>
          <w:szCs w:val="28"/>
        </w:rPr>
        <w:t xml:space="preserve"> района</w:t>
      </w:r>
      <w:r w:rsidR="00C812CE">
        <w:rPr>
          <w:sz w:val="28"/>
          <w:szCs w:val="28"/>
        </w:rPr>
        <w:t xml:space="preserve"> Новосибирской области</w:t>
      </w:r>
      <w:r w:rsidR="0013518D">
        <w:rPr>
          <w:sz w:val="28"/>
          <w:szCs w:val="28"/>
        </w:rPr>
        <w:t xml:space="preserve"> </w:t>
      </w:r>
      <w:r w:rsidR="001A28AB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 xml:space="preserve">№ </w:t>
      </w:r>
      <w:r w:rsidR="001A28AB">
        <w:rPr>
          <w:sz w:val="28"/>
          <w:szCs w:val="28"/>
        </w:rPr>
        <w:t>1</w:t>
      </w:r>
      <w:r w:rsidR="001D4DA3">
        <w:rPr>
          <w:sz w:val="28"/>
          <w:szCs w:val="28"/>
        </w:rPr>
        <w:t>;</w:t>
      </w:r>
    </w:p>
    <w:p w:rsidR="001D4DA3" w:rsidRDefault="00341AC8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D4DA3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1D4DA3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="001D4DA3">
        <w:rPr>
          <w:sz w:val="28"/>
          <w:szCs w:val="28"/>
        </w:rPr>
        <w:t>лан</w:t>
      </w:r>
      <w:r w:rsidR="00861583">
        <w:rPr>
          <w:sz w:val="28"/>
          <w:szCs w:val="28"/>
        </w:rPr>
        <w:t xml:space="preserve"> </w:t>
      </w:r>
      <w:r w:rsidR="001D4DA3">
        <w:rPr>
          <w:sz w:val="28"/>
          <w:szCs w:val="28"/>
        </w:rPr>
        <w:t xml:space="preserve">ликвидационных мероприятий </w:t>
      </w:r>
      <w:r w:rsidR="00C812CE">
        <w:rPr>
          <w:sz w:val="28"/>
          <w:szCs w:val="28"/>
        </w:rPr>
        <w:t xml:space="preserve">администрации </w:t>
      </w:r>
      <w:proofErr w:type="spellStart"/>
      <w:r w:rsidR="00CB2C73">
        <w:rPr>
          <w:sz w:val="28"/>
          <w:szCs w:val="28"/>
        </w:rPr>
        <w:t>Ключиковского</w:t>
      </w:r>
      <w:proofErr w:type="spellEnd"/>
      <w:r w:rsidR="00861583" w:rsidRPr="00861583">
        <w:rPr>
          <w:sz w:val="28"/>
          <w:szCs w:val="28"/>
        </w:rPr>
        <w:t xml:space="preserve"> сельсовета</w:t>
      </w:r>
      <w:r w:rsidR="00C812CE">
        <w:rPr>
          <w:sz w:val="28"/>
          <w:szCs w:val="28"/>
        </w:rPr>
        <w:t xml:space="preserve"> Сузунского района Новосибирской области</w:t>
      </w:r>
      <w:r w:rsidR="0013518D">
        <w:rPr>
          <w:sz w:val="28"/>
          <w:szCs w:val="28"/>
        </w:rPr>
        <w:t xml:space="preserve"> </w:t>
      </w:r>
      <w:r w:rsidR="000A7BA7">
        <w:rPr>
          <w:sz w:val="28"/>
          <w:szCs w:val="28"/>
        </w:rPr>
        <w:t xml:space="preserve">согласно приложению </w:t>
      </w:r>
      <w:r w:rsidR="00D85BCE">
        <w:rPr>
          <w:sz w:val="28"/>
          <w:szCs w:val="28"/>
        </w:rPr>
        <w:t xml:space="preserve">№ </w:t>
      </w:r>
      <w:r w:rsidR="000A7BA7">
        <w:rPr>
          <w:sz w:val="28"/>
          <w:szCs w:val="28"/>
        </w:rPr>
        <w:t>2</w:t>
      </w:r>
      <w:r w:rsidR="001D4DA3">
        <w:rPr>
          <w:sz w:val="28"/>
          <w:szCs w:val="28"/>
        </w:rPr>
        <w:t>;</w:t>
      </w:r>
      <w:r w:rsidR="009B0869">
        <w:rPr>
          <w:sz w:val="28"/>
          <w:szCs w:val="28"/>
        </w:rPr>
        <w:t xml:space="preserve"> </w:t>
      </w:r>
    </w:p>
    <w:p w:rsidR="00D85BCE" w:rsidRDefault="00D85BCE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D4DA3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1D4DA3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="001D4DA3">
        <w:rPr>
          <w:sz w:val="28"/>
          <w:szCs w:val="28"/>
        </w:rPr>
        <w:t xml:space="preserve">остав ликвидационной комиссии </w:t>
      </w:r>
      <w:r w:rsidR="00C812CE">
        <w:rPr>
          <w:sz w:val="28"/>
          <w:szCs w:val="28"/>
        </w:rPr>
        <w:t xml:space="preserve">администрации </w:t>
      </w:r>
      <w:proofErr w:type="spellStart"/>
      <w:r w:rsidR="00CB2C73">
        <w:rPr>
          <w:sz w:val="28"/>
          <w:szCs w:val="28"/>
        </w:rPr>
        <w:t>Ключиковского</w:t>
      </w:r>
      <w:proofErr w:type="spellEnd"/>
      <w:r w:rsidR="00861583" w:rsidRPr="00861583">
        <w:rPr>
          <w:sz w:val="28"/>
          <w:szCs w:val="28"/>
        </w:rPr>
        <w:t xml:space="preserve"> сельсовета</w:t>
      </w:r>
      <w:r w:rsidR="00C812CE">
        <w:rPr>
          <w:sz w:val="28"/>
          <w:szCs w:val="28"/>
        </w:rPr>
        <w:t xml:space="preserve"> Сузунского района Новосибирской области </w:t>
      </w:r>
      <w:r>
        <w:rPr>
          <w:sz w:val="28"/>
          <w:szCs w:val="28"/>
        </w:rPr>
        <w:t xml:space="preserve">согласно </w:t>
      </w:r>
      <w:r w:rsidR="000A7BA7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 xml:space="preserve">№ </w:t>
      </w:r>
      <w:r w:rsidR="000A7BA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13518D">
        <w:rPr>
          <w:sz w:val="28"/>
          <w:szCs w:val="28"/>
        </w:rPr>
        <w:t xml:space="preserve"> </w:t>
      </w:r>
    </w:p>
    <w:p w:rsidR="00D85BCE" w:rsidRDefault="001D4DA3" w:rsidP="00D85B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Ликвидационной комиссии осуществить в соответствии с законодательством Российской Федерации юридические и организационные мероприятия, связанные с ликвидацией </w:t>
      </w:r>
      <w:r w:rsidR="00C812CE">
        <w:rPr>
          <w:sz w:val="28"/>
          <w:szCs w:val="28"/>
        </w:rPr>
        <w:t xml:space="preserve">администрации </w:t>
      </w:r>
      <w:proofErr w:type="spellStart"/>
      <w:r w:rsidR="00CB2C73">
        <w:rPr>
          <w:sz w:val="28"/>
          <w:szCs w:val="28"/>
        </w:rPr>
        <w:t>Ключиковского</w:t>
      </w:r>
      <w:proofErr w:type="spellEnd"/>
      <w:r w:rsidR="00861583" w:rsidRPr="00861583">
        <w:rPr>
          <w:sz w:val="28"/>
          <w:szCs w:val="28"/>
        </w:rPr>
        <w:t xml:space="preserve"> сельсовета </w:t>
      </w:r>
      <w:r w:rsidR="00C812CE">
        <w:rPr>
          <w:sz w:val="28"/>
          <w:szCs w:val="28"/>
        </w:rPr>
        <w:t xml:space="preserve">Сузунского района Новосибирской области </w:t>
      </w:r>
      <w:r>
        <w:rPr>
          <w:sz w:val="28"/>
          <w:szCs w:val="28"/>
        </w:rPr>
        <w:t>в порядке и сроки, установленные планом ликвидационных мероприятий.</w:t>
      </w:r>
    </w:p>
    <w:p w:rsidR="009B0869" w:rsidRPr="00D85BCE" w:rsidRDefault="001D4DA3" w:rsidP="00D85B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85BCE">
        <w:rPr>
          <w:sz w:val="28"/>
          <w:szCs w:val="28"/>
        </w:rPr>
        <w:t>.</w:t>
      </w:r>
      <w:r w:rsidRPr="009B0869">
        <w:rPr>
          <w:color w:val="C0504D" w:themeColor="accent2"/>
          <w:sz w:val="28"/>
          <w:szCs w:val="28"/>
        </w:rPr>
        <w:t> </w:t>
      </w:r>
      <w:r w:rsidR="009B0869" w:rsidRPr="009B0869">
        <w:rPr>
          <w:rFonts w:eastAsia="Calibri"/>
          <w:color w:val="C0504D" w:themeColor="accent2"/>
          <w:sz w:val="28"/>
          <w:szCs w:val="28"/>
        </w:rPr>
        <w:t xml:space="preserve"> </w:t>
      </w:r>
      <w:r w:rsidR="00D85BCE" w:rsidRPr="00D85BCE">
        <w:rPr>
          <w:rFonts w:eastAsia="Calibri"/>
          <w:sz w:val="28"/>
          <w:szCs w:val="28"/>
        </w:rPr>
        <w:t>Опубликовать</w:t>
      </w:r>
      <w:r w:rsidR="00D85BCE">
        <w:rPr>
          <w:rFonts w:eastAsia="Calibri"/>
          <w:color w:val="C0504D" w:themeColor="accent2"/>
          <w:sz w:val="28"/>
          <w:szCs w:val="28"/>
        </w:rPr>
        <w:t xml:space="preserve"> </w:t>
      </w:r>
      <w:r w:rsidR="00D85BCE">
        <w:rPr>
          <w:color w:val="212529"/>
          <w:sz w:val="28"/>
          <w:szCs w:val="28"/>
        </w:rPr>
        <w:t>н</w:t>
      </w:r>
      <w:r w:rsidR="00367729" w:rsidRPr="00367729">
        <w:rPr>
          <w:color w:val="212529"/>
          <w:sz w:val="28"/>
          <w:szCs w:val="28"/>
        </w:rPr>
        <w:t>астоящее решение в</w:t>
      </w:r>
      <w:r w:rsidR="00D85BCE">
        <w:rPr>
          <w:color w:val="212529"/>
          <w:sz w:val="28"/>
          <w:szCs w:val="28"/>
        </w:rPr>
        <w:t xml:space="preserve"> периодическом печатном издании</w:t>
      </w:r>
      <w:r w:rsidR="00367729" w:rsidRPr="00367729">
        <w:rPr>
          <w:color w:val="212529"/>
          <w:sz w:val="28"/>
          <w:szCs w:val="28"/>
        </w:rPr>
        <w:t xml:space="preserve"> «</w:t>
      </w:r>
      <w:r w:rsidR="00D85BCE">
        <w:rPr>
          <w:color w:val="212529"/>
          <w:sz w:val="28"/>
          <w:szCs w:val="28"/>
        </w:rPr>
        <w:t>Вестник органов местного самоуправления Сузунского района» и разместить</w:t>
      </w:r>
      <w:r w:rsidR="00367729" w:rsidRPr="00367729">
        <w:rPr>
          <w:color w:val="212529"/>
          <w:sz w:val="28"/>
          <w:szCs w:val="28"/>
        </w:rPr>
        <w:t xml:space="preserve"> на официальном сайте администрации </w:t>
      </w:r>
      <w:r w:rsidR="00D85BCE">
        <w:rPr>
          <w:color w:val="212529"/>
          <w:sz w:val="28"/>
          <w:szCs w:val="28"/>
        </w:rPr>
        <w:t>Сузунского</w:t>
      </w:r>
      <w:r w:rsidR="00367729" w:rsidRPr="00367729">
        <w:rPr>
          <w:color w:val="212529"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1D4DA3" w:rsidRDefault="001D4DA3" w:rsidP="00225BEA">
      <w:pPr>
        <w:jc w:val="both"/>
        <w:rPr>
          <w:sz w:val="28"/>
          <w:szCs w:val="28"/>
        </w:rPr>
      </w:pPr>
    </w:p>
    <w:tbl>
      <w:tblPr>
        <w:tblW w:w="963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567"/>
        <w:gridCol w:w="4533"/>
      </w:tblGrid>
      <w:tr w:rsidR="00C55DC1" w:rsidTr="00EF58C4">
        <w:tc>
          <w:tcPr>
            <w:tcW w:w="4536" w:type="dxa"/>
          </w:tcPr>
          <w:p w:rsidR="00367729" w:rsidRDefault="00367729" w:rsidP="008615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депутатов </w:t>
            </w:r>
            <w:r w:rsidR="00225BEA">
              <w:rPr>
                <w:sz w:val="28"/>
                <w:szCs w:val="28"/>
              </w:rPr>
              <w:t xml:space="preserve">Сузунского </w:t>
            </w:r>
            <w:r>
              <w:rPr>
                <w:sz w:val="28"/>
                <w:szCs w:val="28"/>
              </w:rPr>
              <w:t>муниципального округа Новосибирской области</w:t>
            </w:r>
          </w:p>
          <w:p w:rsidR="00367729" w:rsidRDefault="00E43696" w:rsidP="00025E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 А.Б. </w:t>
            </w:r>
            <w:proofErr w:type="spellStart"/>
            <w:r>
              <w:rPr>
                <w:sz w:val="28"/>
                <w:szCs w:val="28"/>
              </w:rPr>
              <w:t>Севрюженко</w:t>
            </w:r>
            <w:proofErr w:type="spellEnd"/>
          </w:p>
          <w:p w:rsidR="00367729" w:rsidRDefault="00367729" w:rsidP="00025ED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C55DC1" w:rsidRDefault="00C55DC1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4533" w:type="dxa"/>
          </w:tcPr>
          <w:p w:rsidR="00367729" w:rsidRDefault="00A83395" w:rsidP="00025ED3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225BEA">
              <w:rPr>
                <w:sz w:val="28"/>
                <w:szCs w:val="28"/>
              </w:rPr>
              <w:t>Глава</w:t>
            </w:r>
            <w:r w:rsidR="00367729">
              <w:rPr>
                <w:sz w:val="28"/>
                <w:szCs w:val="28"/>
              </w:rPr>
              <w:t xml:space="preserve"> </w:t>
            </w:r>
            <w:r w:rsidR="00225BEA">
              <w:rPr>
                <w:sz w:val="28"/>
                <w:szCs w:val="28"/>
              </w:rPr>
              <w:t>Сузунского</w:t>
            </w:r>
            <w:r w:rsidR="00367729">
              <w:rPr>
                <w:sz w:val="28"/>
                <w:szCs w:val="28"/>
              </w:rPr>
              <w:t xml:space="preserve"> района </w:t>
            </w:r>
          </w:p>
          <w:p w:rsidR="00225BEA" w:rsidRDefault="00225BEA" w:rsidP="00861583">
            <w:pPr>
              <w:spacing w:line="276" w:lineRule="auto"/>
              <w:rPr>
                <w:sz w:val="28"/>
                <w:szCs w:val="28"/>
              </w:rPr>
            </w:pPr>
          </w:p>
          <w:p w:rsidR="00367729" w:rsidRDefault="009B6676" w:rsidP="00225BE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_________</w:t>
            </w:r>
            <w:r w:rsidR="00225BEA">
              <w:rPr>
                <w:sz w:val="28"/>
                <w:szCs w:val="28"/>
              </w:rPr>
              <w:t>В.В. Горшков</w:t>
            </w:r>
          </w:p>
        </w:tc>
      </w:tr>
    </w:tbl>
    <w:p w:rsidR="00AB1A24" w:rsidRPr="008F700B" w:rsidRDefault="000A7BA7" w:rsidP="00AB1A24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225BEA">
        <w:rPr>
          <w:bCs/>
        </w:rPr>
        <w:t xml:space="preserve"> №</w:t>
      </w:r>
      <w:r w:rsidRPr="008F700B">
        <w:rPr>
          <w:bCs/>
        </w:rPr>
        <w:t xml:space="preserve"> 1 </w:t>
      </w:r>
    </w:p>
    <w:p w:rsidR="0013518D" w:rsidRPr="008F700B" w:rsidRDefault="000A7BA7" w:rsidP="0013518D">
      <w:pPr>
        <w:jc w:val="right"/>
      </w:pPr>
      <w:r w:rsidRPr="008F700B">
        <w:rPr>
          <w:bCs/>
        </w:rPr>
        <w:t xml:space="preserve">к </w:t>
      </w:r>
      <w:r w:rsidR="00AB1A24" w:rsidRPr="008F700B">
        <w:rPr>
          <w:bCs/>
        </w:rPr>
        <w:t>решени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13518D" w:rsidRPr="008F700B">
        <w:t xml:space="preserve">Совета депутатов </w:t>
      </w:r>
    </w:p>
    <w:p w:rsidR="0013518D" w:rsidRPr="008F700B" w:rsidRDefault="00225BEA" w:rsidP="0013518D">
      <w:pPr>
        <w:jc w:val="right"/>
      </w:pPr>
      <w:r>
        <w:t>Сузунского</w:t>
      </w:r>
      <w:r w:rsidR="0013518D" w:rsidRPr="008F700B">
        <w:t xml:space="preserve"> муниципального округа </w:t>
      </w:r>
    </w:p>
    <w:p w:rsidR="00AB1A24" w:rsidRPr="008F700B" w:rsidRDefault="0013518D" w:rsidP="0013518D">
      <w:pPr>
        <w:jc w:val="right"/>
      </w:pPr>
      <w:r w:rsidRPr="008F700B">
        <w:t>Новосибирской области</w:t>
      </w:r>
    </w:p>
    <w:p w:rsidR="0013518D" w:rsidRPr="008F700B" w:rsidRDefault="008F700B" w:rsidP="0013518D">
      <w:pPr>
        <w:jc w:val="right"/>
        <w:rPr>
          <w:bCs/>
        </w:rPr>
      </w:pPr>
      <w:r w:rsidRPr="008F700B">
        <w:t xml:space="preserve">от </w:t>
      </w:r>
      <w:r w:rsidR="00225BEA">
        <w:t>_______</w:t>
      </w:r>
      <w:r w:rsidRPr="008F700B">
        <w:t xml:space="preserve"> № </w:t>
      </w:r>
      <w:r w:rsidR="00225BEA">
        <w:t>_____</w:t>
      </w:r>
    </w:p>
    <w:p w:rsidR="00AB1A24" w:rsidRPr="00C82E2A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</w:t>
      </w:r>
    </w:p>
    <w:p w:rsidR="00AB1A24" w:rsidRPr="00C812CE" w:rsidRDefault="00AB1A24" w:rsidP="00C812CE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ликвидационной </w:t>
      </w:r>
      <w:r w:rsidRPr="00C812CE">
        <w:rPr>
          <w:b/>
          <w:sz w:val="28"/>
          <w:szCs w:val="28"/>
        </w:rPr>
        <w:t xml:space="preserve">комиссии </w:t>
      </w:r>
      <w:r w:rsidR="00C812CE" w:rsidRPr="00C812CE">
        <w:rPr>
          <w:b/>
          <w:sz w:val="28"/>
          <w:szCs w:val="28"/>
        </w:rPr>
        <w:t xml:space="preserve">администрации </w:t>
      </w:r>
      <w:proofErr w:type="spellStart"/>
      <w:r w:rsidR="00CB2C73" w:rsidRPr="00CB2C73">
        <w:rPr>
          <w:b/>
          <w:sz w:val="28"/>
          <w:szCs w:val="28"/>
        </w:rPr>
        <w:t>Ключиковского</w:t>
      </w:r>
      <w:proofErr w:type="spellEnd"/>
      <w:r w:rsidR="00861583" w:rsidRPr="00861583">
        <w:rPr>
          <w:b/>
          <w:sz w:val="28"/>
          <w:szCs w:val="28"/>
        </w:rPr>
        <w:t xml:space="preserve"> сельсовета</w:t>
      </w:r>
      <w:r w:rsidR="00861583" w:rsidRPr="00861583">
        <w:rPr>
          <w:sz w:val="28"/>
          <w:szCs w:val="28"/>
        </w:rPr>
        <w:t xml:space="preserve"> </w:t>
      </w:r>
      <w:r w:rsidR="00C812CE" w:rsidRPr="00C812CE">
        <w:rPr>
          <w:b/>
          <w:sz w:val="28"/>
          <w:szCs w:val="28"/>
        </w:rPr>
        <w:t>Сузунского района Новосибирской области</w:t>
      </w:r>
    </w:p>
    <w:p w:rsidR="00AB1A24" w:rsidRDefault="00AB1A24" w:rsidP="00AB1A24">
      <w:pPr>
        <w:shd w:val="clear" w:color="auto" w:fill="FFFFFF"/>
        <w:jc w:val="center"/>
        <w:textAlignment w:val="baseline"/>
        <w:outlineLvl w:val="2"/>
        <w:rPr>
          <w:b/>
          <w:color w:val="4C4C4C"/>
          <w:sz w:val="28"/>
          <w:szCs w:val="28"/>
        </w:rPr>
      </w:pPr>
    </w:p>
    <w:p w:rsidR="00AB1A24" w:rsidRPr="002E6F0C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smartTag w:uri="urn:schemas-microsoft-com:office:smarttags" w:element="place">
        <w:r w:rsidRPr="002E6F0C">
          <w:rPr>
            <w:b/>
            <w:sz w:val="28"/>
            <w:szCs w:val="28"/>
            <w:lang w:val="en-US"/>
          </w:rPr>
          <w:t>I</w:t>
        </w:r>
        <w:r w:rsidRPr="002E6F0C">
          <w:rPr>
            <w:b/>
            <w:sz w:val="28"/>
            <w:szCs w:val="28"/>
          </w:rPr>
          <w:t>.</w:t>
        </w:r>
      </w:smartTag>
      <w:r w:rsidRPr="002E6F0C">
        <w:rPr>
          <w:b/>
          <w:sz w:val="28"/>
          <w:szCs w:val="28"/>
        </w:rPr>
        <w:t xml:space="preserve"> Общие положения</w:t>
      </w:r>
    </w:p>
    <w:p w:rsidR="00AB1A24" w:rsidRDefault="00AB1A24" w:rsidP="00AB1A24">
      <w:pPr>
        <w:pStyle w:val="ac"/>
        <w:autoSpaceDE w:val="0"/>
        <w:autoSpaceDN w:val="0"/>
        <w:adjustRightInd w:val="0"/>
        <w:spacing w:line="360" w:lineRule="exact"/>
        <w:ind w:left="0"/>
        <w:jc w:val="both"/>
        <w:rPr>
          <w:color w:val="2D2D2D"/>
          <w:sz w:val="28"/>
          <w:szCs w:val="28"/>
        </w:rPr>
      </w:pPr>
    </w:p>
    <w:p w:rsidR="00AB1A24" w:rsidRPr="00300DB9" w:rsidRDefault="00AB1A24" w:rsidP="00AB1A24">
      <w:pPr>
        <w:pStyle w:val="ac"/>
        <w:autoSpaceDE w:val="0"/>
        <w:autoSpaceDN w:val="0"/>
        <w:adjustRightInd w:val="0"/>
        <w:ind w:left="0" w:firstLine="708"/>
        <w:jc w:val="both"/>
        <w:rPr>
          <w:rStyle w:val="13"/>
          <w:color w:val="auto"/>
          <w:sz w:val="28"/>
          <w:szCs w:val="28"/>
        </w:rPr>
      </w:pPr>
      <w:r w:rsidRPr="00300DB9">
        <w:rPr>
          <w:rStyle w:val="13"/>
          <w:color w:val="auto"/>
          <w:sz w:val="28"/>
          <w:szCs w:val="28"/>
        </w:rPr>
        <w:t>1. Настоящее положение разработано в соответствии с Гражданским кодексом Российской Федерации</w:t>
      </w:r>
      <w:r w:rsidRPr="00300DB9">
        <w:rPr>
          <w:sz w:val="28"/>
          <w:szCs w:val="28"/>
        </w:rPr>
        <w:t xml:space="preserve">, </w:t>
      </w:r>
      <w:r w:rsidR="00FD45B6" w:rsidRPr="00300DB9">
        <w:rPr>
          <w:sz w:val="28"/>
          <w:szCs w:val="28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Pr="00300DB9">
        <w:rPr>
          <w:rStyle w:val="13"/>
          <w:color w:val="auto"/>
          <w:sz w:val="28"/>
          <w:szCs w:val="28"/>
        </w:rPr>
        <w:t>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rStyle w:val="13"/>
          <w:sz w:val="28"/>
          <w:szCs w:val="28"/>
        </w:rPr>
      </w:pPr>
      <w:r w:rsidRPr="00977F3C">
        <w:rPr>
          <w:rStyle w:val="13"/>
          <w:sz w:val="28"/>
          <w:szCs w:val="28"/>
        </w:rPr>
        <w:t xml:space="preserve">2. Настоящее Положение определяет порядок формирования ликвидационной комиссии, ее </w:t>
      </w:r>
      <w:r w:rsidRPr="00977F3C">
        <w:rPr>
          <w:sz w:val="28"/>
          <w:szCs w:val="28"/>
        </w:rPr>
        <w:t>функции, порядок работы и принятия решений, а также</w:t>
      </w:r>
      <w:r w:rsidRPr="00977F3C">
        <w:rPr>
          <w:rStyle w:val="13"/>
          <w:sz w:val="28"/>
          <w:szCs w:val="28"/>
        </w:rPr>
        <w:t xml:space="preserve"> правовой статус членов ликвидационной комиссии.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color w:val="000000"/>
          <w:spacing w:val="10"/>
          <w:sz w:val="28"/>
          <w:szCs w:val="28"/>
          <w:shd w:val="clear" w:color="auto" w:fill="FFFFFF"/>
        </w:rPr>
      </w:pPr>
      <w:r w:rsidRPr="00977F3C">
        <w:rPr>
          <w:sz w:val="28"/>
          <w:szCs w:val="28"/>
        </w:rPr>
        <w:t xml:space="preserve">3. Ликвидационная комиссия – уполномоченные </w:t>
      </w:r>
      <w:r w:rsidR="0013518D">
        <w:rPr>
          <w:sz w:val="28"/>
          <w:szCs w:val="28"/>
        </w:rPr>
        <w:t xml:space="preserve">Советом депутатов </w:t>
      </w:r>
      <w:r w:rsidR="00300DB9">
        <w:rPr>
          <w:sz w:val="28"/>
          <w:szCs w:val="28"/>
        </w:rPr>
        <w:t>Сузунского</w:t>
      </w:r>
      <w:r w:rsidR="00367729">
        <w:rPr>
          <w:sz w:val="28"/>
          <w:szCs w:val="28"/>
        </w:rPr>
        <w:t xml:space="preserve"> муниципального округа</w:t>
      </w:r>
      <w:r w:rsidR="0013518D">
        <w:rPr>
          <w:sz w:val="28"/>
          <w:szCs w:val="28"/>
        </w:rPr>
        <w:t xml:space="preserve"> Новосибирской области</w:t>
      </w:r>
      <w:r w:rsidRPr="00977F3C">
        <w:rPr>
          <w:bCs/>
          <w:sz w:val="28"/>
          <w:szCs w:val="28"/>
        </w:rPr>
        <w:t xml:space="preserve"> </w:t>
      </w:r>
      <w:r w:rsidRPr="00977F3C">
        <w:rPr>
          <w:sz w:val="28"/>
          <w:szCs w:val="28"/>
        </w:rPr>
        <w:t xml:space="preserve">лица, обеспечивающие реализацию полномочий по </w:t>
      </w:r>
      <w:r w:rsidR="00367729">
        <w:rPr>
          <w:sz w:val="28"/>
          <w:szCs w:val="28"/>
        </w:rPr>
        <w:t xml:space="preserve">управлению делами </w:t>
      </w:r>
      <w:r w:rsidR="00C812CE">
        <w:rPr>
          <w:sz w:val="28"/>
          <w:szCs w:val="28"/>
        </w:rPr>
        <w:t xml:space="preserve">администрации </w:t>
      </w:r>
      <w:proofErr w:type="spellStart"/>
      <w:r w:rsidR="00CB2C73">
        <w:rPr>
          <w:sz w:val="28"/>
          <w:szCs w:val="28"/>
        </w:rPr>
        <w:t>Ключиковского</w:t>
      </w:r>
      <w:proofErr w:type="spellEnd"/>
      <w:r w:rsidR="00861583" w:rsidRPr="00861583">
        <w:rPr>
          <w:sz w:val="28"/>
          <w:szCs w:val="28"/>
        </w:rPr>
        <w:t xml:space="preserve"> сельсовета </w:t>
      </w:r>
      <w:r w:rsidR="00C812CE">
        <w:rPr>
          <w:sz w:val="28"/>
          <w:szCs w:val="28"/>
        </w:rPr>
        <w:t xml:space="preserve">Сузунского района Новосибирской области </w:t>
      </w:r>
      <w:r w:rsidR="00367729">
        <w:rPr>
          <w:sz w:val="28"/>
          <w:szCs w:val="28"/>
        </w:rPr>
        <w:t>(далее</w:t>
      </w:r>
      <w:r w:rsidR="00300DB9">
        <w:rPr>
          <w:sz w:val="28"/>
          <w:szCs w:val="28"/>
        </w:rPr>
        <w:t xml:space="preserve"> </w:t>
      </w:r>
      <w:r w:rsidR="00367729">
        <w:rPr>
          <w:sz w:val="28"/>
          <w:szCs w:val="28"/>
        </w:rPr>
        <w:t xml:space="preserve">- учреждение) </w:t>
      </w:r>
      <w:r w:rsidRPr="00977F3C">
        <w:rPr>
          <w:sz w:val="28"/>
          <w:szCs w:val="28"/>
        </w:rPr>
        <w:t>в течение всего периода его ликвидации (далее – ликвидационная комиссия).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 w:rsidRPr="00977F3C">
        <w:rPr>
          <w:sz w:val="28"/>
          <w:szCs w:val="28"/>
        </w:rPr>
        <w:t>4. Ликвидация учреждения считается завершенной, а учреждение прекратившим существование после внесения об этом записи в Единый государственный реестр юридических лиц в порядке, установленным Федеральным законом от 08.08.2001 № 129-ФЗ «О государственной регистрации юридических лиц и индивидуальных предпринимателей».</w:t>
      </w:r>
    </w:p>
    <w:p w:rsidR="00AB1A24" w:rsidRDefault="00AB1A24" w:rsidP="00AB1A24">
      <w:pPr>
        <w:pStyle w:val="ConsPlusNormal"/>
        <w:spacing w:line="360" w:lineRule="exact"/>
        <w:rPr>
          <w:rFonts w:ascii="Times New Roman" w:hAnsi="Times New Roman"/>
          <w:sz w:val="28"/>
          <w:szCs w:val="28"/>
        </w:rPr>
      </w:pPr>
    </w:p>
    <w:p w:rsidR="00AB1A24" w:rsidRPr="005D430B" w:rsidRDefault="00AB1A24" w:rsidP="00AB1A24">
      <w:pPr>
        <w:pStyle w:val="ConsPlusNormal"/>
        <w:spacing w:line="36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D430B">
        <w:rPr>
          <w:rFonts w:ascii="Times New Roman" w:hAnsi="Times New Roman" w:cs="Times New Roman"/>
          <w:b/>
          <w:sz w:val="28"/>
          <w:szCs w:val="28"/>
        </w:rPr>
        <w:t>. Формирование и полномочия ликвидационной комиссии</w:t>
      </w:r>
    </w:p>
    <w:p w:rsidR="00AB1A24" w:rsidRPr="005D430B" w:rsidRDefault="00AB1A24" w:rsidP="00AB1A24">
      <w:pPr>
        <w:shd w:val="clear" w:color="auto" w:fill="FFFFFF"/>
        <w:spacing w:line="360" w:lineRule="exact"/>
        <w:ind w:firstLine="709"/>
        <w:jc w:val="both"/>
        <w:textAlignment w:val="baseline"/>
        <w:outlineLvl w:val="2"/>
        <w:rPr>
          <w:sz w:val="28"/>
          <w:szCs w:val="28"/>
        </w:rPr>
      </w:pPr>
    </w:p>
    <w:p w:rsidR="00AB1A24" w:rsidRPr="002E6F0C" w:rsidRDefault="00AB1A24" w:rsidP="00AB1A24">
      <w:pPr>
        <w:pStyle w:val="3"/>
        <w:shd w:val="clear" w:color="auto" w:fill="auto"/>
        <w:tabs>
          <w:tab w:val="left" w:pos="0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 w:rsidRPr="002E6F0C">
        <w:rPr>
          <w:sz w:val="28"/>
          <w:szCs w:val="28"/>
        </w:rPr>
        <w:t xml:space="preserve">5. Решением </w:t>
      </w:r>
      <w:r w:rsidR="005A0990">
        <w:rPr>
          <w:sz w:val="28"/>
          <w:szCs w:val="28"/>
        </w:rPr>
        <w:t xml:space="preserve">Совета депутатов </w:t>
      </w:r>
      <w:r w:rsidR="00300DB9">
        <w:rPr>
          <w:sz w:val="28"/>
          <w:szCs w:val="28"/>
        </w:rPr>
        <w:t>Сузунского</w:t>
      </w:r>
      <w:r w:rsidRPr="002E6F0C">
        <w:rPr>
          <w:sz w:val="28"/>
          <w:szCs w:val="28"/>
        </w:rPr>
        <w:t xml:space="preserve"> муниципального округа</w:t>
      </w:r>
      <w:r w:rsidRPr="002E6F0C">
        <w:rPr>
          <w:bCs/>
          <w:sz w:val="28"/>
          <w:szCs w:val="28"/>
        </w:rPr>
        <w:t xml:space="preserve"> </w:t>
      </w:r>
      <w:r w:rsidR="005A0990">
        <w:rPr>
          <w:bCs/>
          <w:sz w:val="28"/>
          <w:szCs w:val="28"/>
        </w:rPr>
        <w:t xml:space="preserve">Новосибирской области </w:t>
      </w:r>
      <w:r w:rsidRPr="002E6F0C">
        <w:rPr>
          <w:sz w:val="28"/>
          <w:szCs w:val="28"/>
        </w:rPr>
        <w:t>назначается персональный состав ликвидационной комиссии.</w:t>
      </w:r>
    </w:p>
    <w:p w:rsidR="00AB1A24" w:rsidRPr="002E6F0C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sz w:val="28"/>
          <w:szCs w:val="28"/>
        </w:rPr>
      </w:pPr>
      <w:r w:rsidRPr="002E6F0C">
        <w:rPr>
          <w:sz w:val="28"/>
          <w:szCs w:val="28"/>
        </w:rPr>
        <w:t>6. С момента назначения ликвидационной комиссии к ней переходят полномочия по управлению делами учреждения.</w:t>
      </w:r>
    </w:p>
    <w:p w:rsidR="00AB1A24" w:rsidRPr="00367729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7. С целью управления делами ликвидируемого учреждения в течение всего периода его ликвидации на ликвидационную комиссию возлагаются следующие полномочия:</w:t>
      </w:r>
    </w:p>
    <w:p w:rsidR="00AB1A24" w:rsidRPr="00367729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1) в сфере правового обеспечения:</w:t>
      </w:r>
    </w:p>
    <w:p w:rsidR="00AB1A24" w:rsidRPr="00367729" w:rsidRDefault="00AB1A24" w:rsidP="00AB1A24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 юридического сопровождения деятельности ликвидируемого учреждения, проведение правовой экспертизы актов, принимаемых ликвидационной комиссией, выступление в суде от имени учреждения.</w:t>
      </w:r>
    </w:p>
    <w:p w:rsidR="00AB1A24" w:rsidRPr="00367729" w:rsidRDefault="00AB1A24" w:rsidP="00AB1A24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t>2) в сфере документационного обеспечения:</w:t>
      </w:r>
    </w:p>
    <w:p w:rsidR="00AB1A24" w:rsidRPr="00367729" w:rsidRDefault="00AB1A24" w:rsidP="00AB1A2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координация документационного обеспечения и формирование архивных </w:t>
      </w: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фондов.</w:t>
      </w:r>
    </w:p>
    <w:p w:rsidR="00AB1A24" w:rsidRPr="00367729" w:rsidRDefault="00AB1A24" w:rsidP="00AB1A24">
      <w:pPr>
        <w:pStyle w:val="ac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3) в сфере кадрового обеспечения:</w:t>
      </w:r>
    </w:p>
    <w:p w:rsidR="00AB1A24" w:rsidRPr="00367729" w:rsidRDefault="00AB1A24" w:rsidP="00AB1A2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администрирование процессов и документооборота по учету и движению кадров, представлению документов по персоналу в государственные органы и иные организации.</w:t>
      </w:r>
    </w:p>
    <w:p w:rsidR="00AB1A24" w:rsidRPr="002E6F0C" w:rsidRDefault="00AB1A24" w:rsidP="00AB1A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2E6F0C">
        <w:rPr>
          <w:sz w:val="28"/>
          <w:szCs w:val="28"/>
        </w:rPr>
        <w:t>. Ликвидационная комиссия осуществляет и иные полномочия, установленные действующим законодательством.</w:t>
      </w:r>
    </w:p>
    <w:p w:rsidR="00AB1A24" w:rsidRPr="002E6F0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9</w:t>
      </w:r>
      <w:r w:rsidRPr="002E6F0C">
        <w:rPr>
          <w:sz w:val="28"/>
          <w:szCs w:val="28"/>
        </w:rPr>
        <w:t>. При исполнении полномочий ликвидационная комиссия обязана действовать добросовестно и разумно в интересах ликвидируемого учреждения, а также его кредиторов и руководствоваться действующим законодательством, планом ликвидационных мероприятий и настоящим Положением.</w:t>
      </w:r>
    </w:p>
    <w:p w:rsidR="00AB1A24" w:rsidRPr="002E6F0C" w:rsidRDefault="00AB1A24" w:rsidP="00AB1A2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</w:p>
    <w:p w:rsidR="00AB1A24" w:rsidRPr="002E6F0C" w:rsidRDefault="00AB1A24" w:rsidP="00AB1A24">
      <w:pPr>
        <w:shd w:val="clear" w:color="auto" w:fill="FFFFFF"/>
        <w:spacing w:line="360" w:lineRule="exact"/>
        <w:ind w:firstLine="709"/>
        <w:jc w:val="center"/>
        <w:textAlignment w:val="baseline"/>
        <w:outlineLvl w:val="2"/>
        <w:rPr>
          <w:b/>
          <w:sz w:val="28"/>
          <w:szCs w:val="28"/>
        </w:rPr>
      </w:pPr>
      <w:r w:rsidRPr="002E6F0C">
        <w:rPr>
          <w:b/>
          <w:sz w:val="28"/>
          <w:szCs w:val="28"/>
          <w:lang w:val="en-US"/>
        </w:rPr>
        <w:t>III</w:t>
      </w:r>
      <w:r w:rsidRPr="002E6F0C">
        <w:rPr>
          <w:b/>
          <w:sz w:val="28"/>
          <w:szCs w:val="28"/>
        </w:rPr>
        <w:t>. Порядок работы ликвидационной комиссии</w:t>
      </w:r>
    </w:p>
    <w:p w:rsidR="00AB1A24" w:rsidRDefault="00AB1A24" w:rsidP="00AB1A24">
      <w:pPr>
        <w:shd w:val="clear" w:color="auto" w:fill="FFFFFF"/>
        <w:spacing w:line="360" w:lineRule="exact"/>
        <w:ind w:firstLine="709"/>
        <w:jc w:val="both"/>
        <w:textAlignment w:val="baseline"/>
        <w:rPr>
          <w:sz w:val="28"/>
          <w:szCs w:val="28"/>
        </w:rPr>
      </w:pP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sz w:val="28"/>
          <w:szCs w:val="28"/>
        </w:rPr>
        <w:t>10</w:t>
      </w:r>
      <w:r>
        <w:rPr>
          <w:sz w:val="28"/>
          <w:szCs w:val="28"/>
        </w:rPr>
        <w:t>. Ликвидационная комиссия обеспечивает реализацию полномочий по управлению делами ликвидируемого учреждения в течение всего периода его ликвидации согласно действующему законодательству, плану ликвидационных мероприятий и настоящему Положению.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sz w:val="28"/>
          <w:szCs w:val="28"/>
        </w:rPr>
        <w:t>11</w:t>
      </w:r>
      <w:r>
        <w:rPr>
          <w:sz w:val="28"/>
          <w:szCs w:val="28"/>
        </w:rPr>
        <w:t xml:space="preserve">. Ликвидационная комиссия решает все вопросы на своих заседаниях, собираемых по мере необходимости. 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 w:rsidRPr="00D63EDE">
        <w:rPr>
          <w:sz w:val="28"/>
          <w:szCs w:val="28"/>
        </w:rPr>
        <w:t>12</w:t>
      </w:r>
      <w:r>
        <w:rPr>
          <w:sz w:val="28"/>
          <w:szCs w:val="28"/>
        </w:rPr>
        <w:t>. </w:t>
      </w:r>
      <w:r>
        <w:rPr>
          <w:spacing w:val="2"/>
          <w:sz w:val="28"/>
          <w:szCs w:val="28"/>
        </w:rPr>
        <w:t>Заседание ликвидационной комиссии является правомочным, если на заседании имеется кворум.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 w:rsidRPr="00D63EDE">
        <w:rPr>
          <w:spacing w:val="2"/>
          <w:sz w:val="28"/>
          <w:szCs w:val="28"/>
        </w:rPr>
        <w:t>13</w:t>
      </w:r>
      <w:r>
        <w:rPr>
          <w:spacing w:val="2"/>
          <w:sz w:val="28"/>
          <w:szCs w:val="28"/>
        </w:rPr>
        <w:t>. При решении вопросов каждый член ликвидационной комиссии обладает одним голосом.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Передача голоса одним членом ликвидационной комиссии другому члену ликвидационной комиссии не допускается.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bCs/>
          <w:iCs/>
          <w:sz w:val="28"/>
          <w:szCs w:val="28"/>
          <w:lang w:eastAsia="en-US"/>
        </w:rPr>
        <w:t>14</w:t>
      </w:r>
      <w:r>
        <w:rPr>
          <w:bCs/>
          <w:iCs/>
          <w:sz w:val="28"/>
          <w:szCs w:val="28"/>
          <w:lang w:eastAsia="en-US"/>
        </w:rPr>
        <w:t>. 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D63EDE">
        <w:rPr>
          <w:sz w:val="28"/>
          <w:szCs w:val="28"/>
        </w:rPr>
        <w:t>15</w:t>
      </w:r>
      <w:r>
        <w:rPr>
          <w:sz w:val="28"/>
          <w:szCs w:val="28"/>
        </w:rPr>
        <w:t>. Все заседания ликвидационной комиссии проводятся в очной форме. На заседаниях ликвидационной комиссии ведется протокол.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Протокол заседания ликвидационной комиссии составляется не позднее 3 дней со дня проведения заседания.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 протоколе указываются: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1) место и время проведения заседания;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2) лица, присутствующие на заседании; 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3) повестка дня заседания;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4) вопросы, поставленные на голосование, и итоги голосования по ним;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5) принятые решения.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 w:rsidRPr="00D63EDE">
        <w:rPr>
          <w:sz w:val="28"/>
          <w:szCs w:val="28"/>
        </w:rPr>
        <w:t>16</w:t>
      </w:r>
      <w:r>
        <w:rPr>
          <w:sz w:val="28"/>
          <w:szCs w:val="28"/>
        </w:rPr>
        <w:t>. Председатель ликвидационной комиссии: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организует работу по ликвидации учреждения;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является единоличным исполнительным органом учреждения, действует на основе единоначалия;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действует без доверенности от имени учреждения;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 распоряжается имуществом учреждения в порядке и пределах, установленных законодательством Российской Федерации, но</w:t>
      </w:r>
      <w:r w:rsidR="00781045">
        <w:rPr>
          <w:sz w:val="28"/>
          <w:szCs w:val="28"/>
        </w:rPr>
        <w:t>рмативными актами Новосибирской области</w:t>
      </w:r>
      <w:r>
        <w:rPr>
          <w:sz w:val="28"/>
          <w:szCs w:val="28"/>
        </w:rPr>
        <w:t>, муниципальными правовыми актами;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обеспечивает своевременную уплату учреждением в полном объеме всех установленных действующим законодательством налогов, сборов и обязательных платежей;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представляет отчетность в связи с ликвидацией учреждения в порядке и сроки, установленные законодательством Российской Федерации;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 представляет на утверждение промежуточный ликвидационный баланс и ликвидационный баланс;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 решает иные вопросы, связанные с ликвидацией учреждения, в соответствии с действующим законодательством Российской Федерации, планом ликвидационных мероприятий и настоящим Положением.</w:t>
      </w:r>
    </w:p>
    <w:p w:rsidR="00AB1A24" w:rsidRDefault="00AB1A24" w:rsidP="00AB1A24">
      <w:pPr>
        <w:pStyle w:val="3"/>
        <w:shd w:val="clear" w:color="auto" w:fill="auto"/>
        <w:tabs>
          <w:tab w:val="left" w:pos="1206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17. Член ликвидационной комиссии:</w:t>
      </w:r>
    </w:p>
    <w:p w:rsidR="00AB1A24" w:rsidRDefault="00AB1A24" w:rsidP="00AB1A24">
      <w:pPr>
        <w:shd w:val="clear" w:color="auto" w:fill="FFFFFF"/>
        <w:tabs>
          <w:tab w:val="left" w:pos="146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добросовестно и разумно исполняет свои обязанности, обеспечивает выполнение установленных для ликвидации учреждения мероприятий согласно действующему законодательству Российской Федерации, плану ликвидационных мероприятий и настоящему Положению;</w:t>
      </w:r>
    </w:p>
    <w:p w:rsidR="00AB1A24" w:rsidRDefault="00AB1A24" w:rsidP="00AB1A24">
      <w:pPr>
        <w:shd w:val="clear" w:color="auto" w:fill="FFFFFF"/>
        <w:tabs>
          <w:tab w:val="left" w:pos="141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решает иные вопросы, отнесенные законодательством Российской Федерации к компетенции члена ликвидационной комиссии.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18</w:t>
      </w:r>
      <w:r w:rsidR="00AB1A24">
        <w:rPr>
          <w:sz w:val="28"/>
          <w:szCs w:val="28"/>
        </w:rPr>
        <w:t>. Документы, исходящие от имени ликвидационной комиссии, подписываются ее председателем.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19</w:t>
      </w:r>
      <w:r w:rsidR="00AB1A24">
        <w:rPr>
          <w:sz w:val="28"/>
          <w:szCs w:val="28"/>
        </w:rPr>
        <w:t>.</w:t>
      </w:r>
      <w:r w:rsidR="00AB1A24">
        <w:rPr>
          <w:spacing w:val="2"/>
          <w:sz w:val="28"/>
          <w:szCs w:val="28"/>
        </w:rPr>
        <w:t> Секретарь ликвидационной комиссии организует ведение протоколов ее заседаний и оформление решений, принятых ликвидационной комиссией.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20</w:t>
      </w:r>
      <w:r w:rsidR="00AB1A24">
        <w:rPr>
          <w:sz w:val="28"/>
          <w:szCs w:val="28"/>
        </w:rPr>
        <w:t>. Член ликвидационной комиссии несет ответственность за причиненный ущерб учреждению.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21</w:t>
      </w:r>
      <w:r w:rsidR="00AB1A24">
        <w:rPr>
          <w:sz w:val="28"/>
          <w:szCs w:val="28"/>
        </w:rPr>
        <w:t>. Член ликвидационной комиссии может быть привлечен к гражданской, административной и уголовной ответственности в случаях, предусмотренных действующим законодательством Российской Федерации.</w:t>
      </w:r>
    </w:p>
    <w:p w:rsidR="005A0990" w:rsidRPr="005A0990" w:rsidRDefault="00CC4A60" w:rsidP="005A0990">
      <w:pPr>
        <w:shd w:val="clear" w:color="auto" w:fill="FFFFFF"/>
        <w:jc w:val="both"/>
        <w:rPr>
          <w:rFonts w:eastAsiaTheme="minorHAnsi"/>
          <w:color w:val="FF0000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          22</w:t>
      </w:r>
      <w:r w:rsidR="005A0990">
        <w:rPr>
          <w:rFonts w:eastAsia="Calibri"/>
          <w:sz w:val="28"/>
          <w:szCs w:val="28"/>
        </w:rPr>
        <w:t>.</w:t>
      </w:r>
      <w:r w:rsidR="005A0990" w:rsidRPr="005A0990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 xml:space="preserve">Не погашенные и не обеспеченные обязательства, согласно реестру дебиторской и кредиторской задолженности, в соответствии с </w:t>
      </w:r>
      <w:r w:rsidR="005A0990" w:rsidRPr="00367729">
        <w:rPr>
          <w:rFonts w:eastAsiaTheme="minorHAnsi"/>
          <w:bCs/>
          <w:color w:val="000000" w:themeColor="text1"/>
          <w:sz w:val="28"/>
          <w:szCs w:val="28"/>
          <w:lang w:eastAsia="en-US"/>
        </w:rPr>
        <w:t>Федеральным  законом</w:t>
      </w:r>
      <w:r w:rsidR="00F66D5A" w:rsidRPr="00F66D5A">
        <w:rPr>
          <w:sz w:val="28"/>
          <w:szCs w:val="28"/>
        </w:rPr>
        <w:t xml:space="preserve"> </w:t>
      </w:r>
      <w:r w:rsidR="00F66D5A" w:rsidRPr="00225BEA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власти»,  Закона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="005A0990" w:rsidRPr="00367729">
        <w:rPr>
          <w:rFonts w:eastAsiaTheme="minorHAnsi"/>
          <w:bCs/>
          <w:color w:val="000000" w:themeColor="text1"/>
          <w:sz w:val="28"/>
          <w:szCs w:val="28"/>
          <w:lang w:eastAsia="en-US"/>
        </w:rPr>
        <w:t>,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переходят к администрации </w:t>
      </w:r>
      <w:r w:rsidR="00F66D5A"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  <w:t>Сузунского</w:t>
      </w:r>
      <w:r w:rsidR="005A0990" w:rsidRPr="00367729"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>муниципального округа Новосибирской области.</w:t>
      </w:r>
    </w:p>
    <w:p w:rsidR="005A0990" w:rsidRPr="005A0990" w:rsidRDefault="00CC4A60" w:rsidP="005A0990">
      <w:pPr>
        <w:shd w:val="clear" w:color="auto" w:fill="FFFFFF"/>
        <w:ind w:firstLine="567"/>
        <w:contextualSpacing/>
        <w:jc w:val="both"/>
        <w:rPr>
          <w:rFonts w:asciiTheme="minorHAnsi" w:eastAsiaTheme="minorHAnsi" w:hAnsiTheme="minorHAnsi" w:cstheme="minorBidi"/>
          <w:color w:val="4F81BD" w:themeColor="accent1"/>
          <w:sz w:val="28"/>
          <w:szCs w:val="28"/>
          <w:lang w:eastAsia="en-US"/>
        </w:rPr>
      </w:pPr>
      <w:r w:rsidRPr="00781045">
        <w:rPr>
          <w:rFonts w:eastAsiaTheme="minorHAnsi"/>
          <w:sz w:val="28"/>
          <w:szCs w:val="28"/>
          <w:lang w:eastAsia="en-US"/>
        </w:rPr>
        <w:t>23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. </w:t>
      </w:r>
      <w:r w:rsidR="00367729" w:rsidRPr="00781045">
        <w:rPr>
          <w:rFonts w:eastAsiaTheme="minorHAnsi"/>
          <w:sz w:val="28"/>
          <w:szCs w:val="28"/>
          <w:lang w:eastAsia="en-US"/>
        </w:rPr>
        <w:t xml:space="preserve"> С 01.01.202</w:t>
      </w:r>
      <w:r w:rsidR="00F66D5A">
        <w:rPr>
          <w:rFonts w:eastAsiaTheme="minorHAnsi"/>
          <w:sz w:val="28"/>
          <w:szCs w:val="28"/>
          <w:lang w:eastAsia="en-US"/>
        </w:rPr>
        <w:t>6</w:t>
      </w:r>
      <w:r w:rsidR="00367729" w:rsidRPr="00781045">
        <w:rPr>
          <w:rFonts w:eastAsiaTheme="minorHAnsi"/>
          <w:sz w:val="28"/>
          <w:szCs w:val="28"/>
          <w:lang w:eastAsia="en-US"/>
        </w:rPr>
        <w:t xml:space="preserve"> года и д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о момента внесения записи в реестр ЕГРЮЛ о ликвидируемом юридическом </w:t>
      </w:r>
      <w:r w:rsidR="00C56516" w:rsidRPr="00781045">
        <w:rPr>
          <w:rFonts w:eastAsiaTheme="minorHAnsi"/>
          <w:sz w:val="28"/>
          <w:szCs w:val="28"/>
          <w:lang w:eastAsia="en-US"/>
        </w:rPr>
        <w:t>лице финансовое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обеспечение осуществляются за счет </w:t>
      </w:r>
      <w:r w:rsidR="00C56516" w:rsidRPr="00781045">
        <w:rPr>
          <w:rFonts w:eastAsiaTheme="minorHAnsi"/>
          <w:sz w:val="28"/>
          <w:szCs w:val="28"/>
          <w:lang w:eastAsia="en-US"/>
        </w:rPr>
        <w:t>средств бюджета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</w:t>
      </w:r>
      <w:r w:rsidR="00F66D5A">
        <w:rPr>
          <w:rFonts w:eastAsiaTheme="minorHAnsi"/>
          <w:sz w:val="28"/>
          <w:szCs w:val="28"/>
          <w:shd w:val="clear" w:color="auto" w:fill="FFFFFF"/>
          <w:lang w:eastAsia="en-US"/>
        </w:rPr>
        <w:t>Сузунского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муниципального округа Новосибирской области</w:t>
      </w:r>
      <w:r w:rsidR="005A0990" w:rsidRPr="005A0990">
        <w:rPr>
          <w:rFonts w:eastAsiaTheme="minorHAnsi"/>
          <w:color w:val="4F81BD" w:themeColor="accent1"/>
          <w:sz w:val="28"/>
          <w:szCs w:val="28"/>
          <w:lang w:eastAsia="en-US"/>
        </w:rPr>
        <w:t>.</w:t>
      </w:r>
    </w:p>
    <w:p w:rsidR="005A0990" w:rsidRPr="005A0990" w:rsidRDefault="005A0990" w:rsidP="005A0990">
      <w:pPr>
        <w:shd w:val="clear" w:color="auto" w:fill="FFFFFF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B1A24" w:rsidRDefault="00AB1A24" w:rsidP="00AB1A24">
      <w:pPr>
        <w:rPr>
          <w:sz w:val="28"/>
          <w:szCs w:val="28"/>
        </w:rPr>
        <w:sectPr w:rsidR="00AB1A24" w:rsidSect="00C812CE">
          <w:pgSz w:w="11907" w:h="16840"/>
          <w:pgMar w:top="540" w:right="425" w:bottom="0" w:left="1418" w:header="567" w:footer="567" w:gutter="0"/>
          <w:pgNumType w:start="1"/>
          <w:cols w:space="720"/>
          <w:titlePg/>
        </w:sectPr>
      </w:pPr>
    </w:p>
    <w:p w:rsidR="00AB1A24" w:rsidRDefault="00AB1A24" w:rsidP="00AB1A24">
      <w:pPr>
        <w:rPr>
          <w:sz w:val="28"/>
          <w:szCs w:val="28"/>
        </w:rPr>
        <w:sectPr w:rsidR="00AB1A24" w:rsidSect="00EA13E5">
          <w:type w:val="continuous"/>
          <w:pgSz w:w="11907" w:h="16840"/>
          <w:pgMar w:top="540" w:right="425" w:bottom="540" w:left="1418" w:header="567" w:footer="567" w:gutter="0"/>
          <w:pgNumType w:start="1"/>
          <w:cols w:space="720"/>
          <w:titlePg/>
        </w:sectPr>
      </w:pPr>
    </w:p>
    <w:p w:rsidR="00AB1A24" w:rsidRPr="008F700B" w:rsidRDefault="00ED6C92" w:rsidP="009B6676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F66D5A">
        <w:rPr>
          <w:bCs/>
        </w:rPr>
        <w:t xml:space="preserve"> №</w:t>
      </w:r>
      <w:r w:rsidRPr="008F700B">
        <w:rPr>
          <w:bCs/>
        </w:rPr>
        <w:t xml:space="preserve"> 2</w:t>
      </w:r>
    </w:p>
    <w:p w:rsidR="009A5290" w:rsidRPr="008F700B" w:rsidRDefault="00ED6C92" w:rsidP="009A5290">
      <w:pPr>
        <w:jc w:val="right"/>
      </w:pPr>
      <w:r w:rsidRPr="008F700B">
        <w:rPr>
          <w:bCs/>
        </w:rPr>
        <w:t xml:space="preserve">к </w:t>
      </w:r>
      <w:r w:rsidR="00AB1A24" w:rsidRPr="008F700B">
        <w:rPr>
          <w:bCs/>
        </w:rPr>
        <w:t>решени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9A5290" w:rsidRPr="008F700B">
        <w:t xml:space="preserve">Совета депутатов </w:t>
      </w:r>
    </w:p>
    <w:p w:rsidR="009A5290" w:rsidRPr="008F700B" w:rsidRDefault="006A4A61" w:rsidP="009A5290">
      <w:pPr>
        <w:jc w:val="right"/>
      </w:pPr>
      <w:r>
        <w:t>Сузунского</w:t>
      </w:r>
      <w:r w:rsidR="009A5290" w:rsidRPr="008F700B">
        <w:t xml:space="preserve"> муниципального округа </w:t>
      </w:r>
    </w:p>
    <w:p w:rsidR="00AB1A24" w:rsidRPr="008F700B" w:rsidRDefault="009A5290" w:rsidP="009A5290">
      <w:pPr>
        <w:jc w:val="right"/>
        <w:rPr>
          <w:bCs/>
        </w:rPr>
      </w:pPr>
      <w:r w:rsidRPr="008F700B">
        <w:t>Новосибирской области</w:t>
      </w:r>
    </w:p>
    <w:p w:rsidR="00AB1A24" w:rsidRPr="008F700B" w:rsidRDefault="008F700B" w:rsidP="00AB1A24">
      <w:pPr>
        <w:pStyle w:val="chapter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F700B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6A4A61">
        <w:rPr>
          <w:rFonts w:ascii="Times New Roman" w:hAnsi="Times New Roman" w:cs="Times New Roman"/>
          <w:bCs/>
          <w:sz w:val="24"/>
          <w:szCs w:val="24"/>
        </w:rPr>
        <w:t>______</w:t>
      </w:r>
      <w:r w:rsidR="00AB1A24" w:rsidRPr="008F700B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6A4A61">
        <w:rPr>
          <w:rFonts w:ascii="Times New Roman" w:hAnsi="Times New Roman" w:cs="Times New Roman"/>
          <w:bCs/>
          <w:sz w:val="24"/>
          <w:szCs w:val="24"/>
        </w:rPr>
        <w:t>______</w:t>
      </w:r>
    </w:p>
    <w:p w:rsidR="00AB1A24" w:rsidRPr="008F700B" w:rsidRDefault="00AB1A24" w:rsidP="00AB1A24">
      <w:pPr>
        <w:ind w:left="10490"/>
      </w:pPr>
    </w:p>
    <w:p w:rsidR="00AB1A24" w:rsidRPr="008F700B" w:rsidRDefault="00AB1A24" w:rsidP="00AB1A24">
      <w:pPr>
        <w:ind w:left="6237"/>
      </w:pPr>
    </w:p>
    <w:p w:rsidR="00AB1A24" w:rsidRPr="007F513A" w:rsidRDefault="00AB1A24" w:rsidP="00A675EB">
      <w:pPr>
        <w:jc w:val="center"/>
        <w:rPr>
          <w:b/>
          <w:sz w:val="28"/>
          <w:szCs w:val="28"/>
        </w:rPr>
      </w:pPr>
      <w:r w:rsidRPr="007F513A">
        <w:rPr>
          <w:b/>
          <w:sz w:val="28"/>
          <w:szCs w:val="28"/>
        </w:rPr>
        <w:t>ПЛАН</w:t>
      </w:r>
    </w:p>
    <w:p w:rsidR="00A675EB" w:rsidRDefault="00AB1A24" w:rsidP="00A675EB">
      <w:pPr>
        <w:jc w:val="center"/>
        <w:rPr>
          <w:b/>
          <w:sz w:val="28"/>
          <w:szCs w:val="28"/>
        </w:rPr>
      </w:pPr>
      <w:r w:rsidRPr="007F513A">
        <w:rPr>
          <w:b/>
          <w:sz w:val="28"/>
          <w:szCs w:val="28"/>
        </w:rPr>
        <w:t xml:space="preserve">ликвидационных </w:t>
      </w:r>
      <w:r w:rsidRPr="00A675EB">
        <w:rPr>
          <w:b/>
          <w:sz w:val="28"/>
          <w:szCs w:val="28"/>
        </w:rPr>
        <w:t xml:space="preserve">мероприятий </w:t>
      </w:r>
      <w:r w:rsidR="00A675EB" w:rsidRPr="00A675EB">
        <w:rPr>
          <w:b/>
          <w:sz w:val="28"/>
          <w:szCs w:val="28"/>
        </w:rPr>
        <w:t>администрации</w:t>
      </w:r>
    </w:p>
    <w:p w:rsidR="00A675EB" w:rsidRPr="00A675EB" w:rsidRDefault="00CB2C73" w:rsidP="00A675EB">
      <w:pPr>
        <w:jc w:val="center"/>
        <w:rPr>
          <w:b/>
          <w:sz w:val="28"/>
          <w:szCs w:val="28"/>
        </w:rPr>
      </w:pPr>
      <w:proofErr w:type="spellStart"/>
      <w:r w:rsidRPr="00CB2C73">
        <w:rPr>
          <w:b/>
          <w:sz w:val="28"/>
          <w:szCs w:val="28"/>
        </w:rPr>
        <w:t>Ключиковского</w:t>
      </w:r>
      <w:proofErr w:type="spellEnd"/>
      <w:r w:rsidR="00861583" w:rsidRPr="00CB2C73">
        <w:rPr>
          <w:b/>
          <w:sz w:val="28"/>
          <w:szCs w:val="28"/>
        </w:rPr>
        <w:t xml:space="preserve"> с</w:t>
      </w:r>
      <w:r w:rsidR="00861583" w:rsidRPr="00861583">
        <w:rPr>
          <w:b/>
          <w:sz w:val="28"/>
          <w:szCs w:val="28"/>
        </w:rPr>
        <w:t>ельсовета</w:t>
      </w:r>
      <w:r w:rsidR="00861583" w:rsidRPr="00861583">
        <w:rPr>
          <w:sz w:val="28"/>
          <w:szCs w:val="28"/>
        </w:rPr>
        <w:t xml:space="preserve"> </w:t>
      </w:r>
      <w:r w:rsidR="00A675EB" w:rsidRPr="00A675EB">
        <w:rPr>
          <w:b/>
          <w:sz w:val="28"/>
          <w:szCs w:val="28"/>
        </w:rPr>
        <w:t>Сузунского района</w:t>
      </w:r>
    </w:p>
    <w:p w:rsidR="00A675EB" w:rsidRPr="00A675EB" w:rsidRDefault="00A675EB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>Новосибирской области</w:t>
      </w:r>
    </w:p>
    <w:p w:rsidR="00AB1A24" w:rsidRPr="007F513A" w:rsidRDefault="00AB1A24" w:rsidP="00A675EB">
      <w:pPr>
        <w:jc w:val="center"/>
        <w:rPr>
          <w:b/>
          <w:sz w:val="28"/>
          <w:szCs w:val="28"/>
        </w:rPr>
      </w:pPr>
    </w:p>
    <w:p w:rsidR="00AB1A24" w:rsidRDefault="00AB1A24" w:rsidP="00AB1A24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3281"/>
        <w:gridCol w:w="2268"/>
        <w:gridCol w:w="2036"/>
        <w:gridCol w:w="6123"/>
      </w:tblGrid>
      <w:tr w:rsidR="00AB1A24" w:rsidRPr="00995808" w:rsidTr="00EA13E5"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№ п/п</w:t>
            </w:r>
          </w:p>
        </w:tc>
        <w:tc>
          <w:tcPr>
            <w:tcW w:w="3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Мероприятие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Сроки (прогнозные)</w:t>
            </w:r>
          </w:p>
        </w:tc>
        <w:tc>
          <w:tcPr>
            <w:tcW w:w="6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Дополнительная информация</w:t>
            </w:r>
          </w:p>
        </w:tc>
      </w:tr>
      <w:tr w:rsidR="00AB1A24" w:rsidRPr="00995808" w:rsidTr="00EA13E5"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Событие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Календарная дата</w:t>
            </w:r>
          </w:p>
        </w:tc>
        <w:tc>
          <w:tcPr>
            <w:tcW w:w="6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A5290" w:rsidRDefault="00AB1A24" w:rsidP="00A50079">
            <w:pPr>
              <w:jc w:val="both"/>
            </w:pPr>
            <w:r>
              <w:rPr>
                <w:iCs/>
              </w:rPr>
              <w:t xml:space="preserve">Принятие решения о </w:t>
            </w:r>
            <w:r w:rsidRPr="00861583">
              <w:rPr>
                <w:iCs/>
              </w:rPr>
              <w:t xml:space="preserve">ликвидации </w:t>
            </w:r>
            <w:r w:rsidR="00C812CE" w:rsidRPr="00861583">
              <w:t xml:space="preserve">администрации </w:t>
            </w:r>
            <w:proofErr w:type="spellStart"/>
            <w:r w:rsidR="00CB2C73" w:rsidRPr="00CB2C73">
              <w:t>Ключиковского</w:t>
            </w:r>
            <w:proofErr w:type="spellEnd"/>
            <w:r w:rsidR="00861583" w:rsidRPr="00CB2C73">
              <w:t xml:space="preserve"> </w:t>
            </w:r>
            <w:r w:rsidR="00861583" w:rsidRPr="00861583">
              <w:t xml:space="preserve">сельсовета </w:t>
            </w:r>
            <w:r w:rsidR="00C812CE" w:rsidRPr="00861583">
              <w:t>Сузунского</w:t>
            </w:r>
            <w:r w:rsidR="00C812CE" w:rsidRPr="00C812CE">
              <w:t xml:space="preserve"> района Новосибирской области </w:t>
            </w:r>
            <w:r w:rsidRPr="00C812CE">
              <w:rPr>
                <w:iCs/>
              </w:rPr>
              <w:t>(далее - учреждение) как юридического</w:t>
            </w:r>
            <w:r>
              <w:rPr>
                <w:iCs/>
              </w:rPr>
              <w:t xml:space="preserve"> лица</w:t>
            </w:r>
            <w:r w:rsidRPr="00995808">
              <w:rPr>
                <w:iCs/>
              </w:rPr>
              <w:t>, формирование ликвидационной комиссии, назначение председателя ликвидационной комиссии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90" w:rsidRPr="009A5290" w:rsidRDefault="00AB1A24" w:rsidP="009A5290">
            <w:pPr>
              <w:jc w:val="right"/>
            </w:pPr>
            <w:r w:rsidRPr="009A5290">
              <w:t xml:space="preserve">Заседание </w:t>
            </w:r>
            <w:r w:rsidR="009A5290" w:rsidRPr="009A5290">
              <w:t xml:space="preserve">Совета депутатов </w:t>
            </w:r>
          </w:p>
          <w:p w:rsidR="009A5290" w:rsidRPr="009A5290" w:rsidRDefault="00A50079" w:rsidP="009A5290">
            <w:pPr>
              <w:jc w:val="right"/>
            </w:pPr>
            <w:r>
              <w:t>Сузунского</w:t>
            </w:r>
            <w:r w:rsidR="009A5290" w:rsidRPr="009A5290">
              <w:t xml:space="preserve"> муниципального округа </w:t>
            </w:r>
          </w:p>
          <w:p w:rsidR="009A5290" w:rsidRPr="009A5290" w:rsidRDefault="009A5290" w:rsidP="009A5290">
            <w:pPr>
              <w:jc w:val="right"/>
              <w:rPr>
                <w:bCs/>
              </w:rPr>
            </w:pPr>
            <w:r w:rsidRPr="009A5290">
              <w:t>Новосибирской области</w:t>
            </w:r>
          </w:p>
          <w:p w:rsidR="00AB1A24" w:rsidRPr="009A5290" w:rsidRDefault="00AB1A24" w:rsidP="00EA13E5">
            <w:pPr>
              <w:jc w:val="both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C4A60" w:rsidRDefault="00A50079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26.09.2025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Ст. ст. 61-64 ГК РФ</w:t>
            </w:r>
          </w:p>
          <w:p w:rsidR="00AB1A24" w:rsidRPr="00A50079" w:rsidRDefault="00A50079" w:rsidP="00A50079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007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20.03.2025 № 33-ФЗ «Об общих принципах организации местного самоуправления в единой системе публичной власти»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0079">
              <w:rPr>
                <w:rFonts w:ascii="Times New Roman" w:hAnsi="Times New Roman" w:cs="Times New Roman"/>
                <w:sz w:val="24"/>
                <w:szCs w:val="24"/>
              </w:rPr>
              <w:t>Закон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 xml:space="preserve">Уведомление в письменной форме налогового органа о принятии решения о ликвидации учреждения, о формировании ликвидационной комиссии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 xml:space="preserve">В течение 3-х рабочих дней после даты принятия решения о ликвидации </w:t>
            </w:r>
          </w:p>
          <w:p w:rsidR="00AB1A24" w:rsidRPr="00995808" w:rsidRDefault="00AB1A24" w:rsidP="00EA13E5">
            <w:pPr>
              <w:jc w:val="both"/>
              <w:rPr>
                <w:i/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Default="00CC4A60" w:rsidP="00B1327C">
            <w:pPr>
              <w:jc w:val="center"/>
            </w:pPr>
            <w:r w:rsidRPr="00CC4A60">
              <w:t>До</w:t>
            </w:r>
            <w:r w:rsidR="00367729">
              <w:t xml:space="preserve"> </w:t>
            </w:r>
            <w:r w:rsidR="00366C04">
              <w:t>01</w:t>
            </w:r>
            <w:r>
              <w:t>.10.</w:t>
            </w:r>
            <w:r w:rsidR="00366C04">
              <w:t>2025</w:t>
            </w:r>
          </w:p>
          <w:p w:rsidR="00367729" w:rsidRPr="00C15A53" w:rsidRDefault="00367729" w:rsidP="00B1327C">
            <w:pPr>
              <w:jc w:val="center"/>
              <w:rPr>
                <w:highlight w:val="yellow"/>
              </w:rPr>
            </w:pPr>
            <w:r>
              <w:t>(включительно)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6A4A61" w:rsidRDefault="00085155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6A4A61">
              <w:rPr>
                <w:iCs/>
              </w:rPr>
              <w:t>Приказ ФНС России от 31.08.2020 N ЕД-7-14/617@ «Об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хозяйств</w:t>
            </w:r>
            <w:r w:rsidRPr="00BE2595">
              <w:rPr>
                <w:iCs/>
              </w:rPr>
              <w:t>» (форма № Р15016</w:t>
            </w:r>
            <w:r w:rsidR="00AB1A24" w:rsidRPr="00BE2595">
              <w:rPr>
                <w:iCs/>
              </w:rPr>
              <w:t>)</w:t>
            </w:r>
          </w:p>
          <w:p w:rsidR="00AB1A24" w:rsidRPr="006A4A61" w:rsidRDefault="00AB1A24" w:rsidP="00EA13E5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6A4A61">
              <w:t xml:space="preserve">Ст. 9 Федерального закона от 08.08.2001 № 129-ФЗ «О </w:t>
            </w:r>
            <w:r w:rsidRPr="006A4A61">
              <w:lastRenderedPageBreak/>
              <w:t>государственной регистрации юридических лиц и индивидуальных предпринимателей»</w:t>
            </w:r>
          </w:p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6A4A61">
              <w:rPr>
                <w:iCs/>
              </w:rPr>
              <w:t>Регистрирующий орган вносит в ЕГРЮЛ запись о том, что юридическое лицо находится в процессе</w:t>
            </w:r>
            <w:r w:rsidRPr="00995808">
              <w:rPr>
                <w:iCs/>
              </w:rPr>
              <w:t xml:space="preserve"> ликвидации. 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Публикация сообщения о ликвидации учреждения и о порядке и сроке заявления требований его кредиторами в «Вестнике государственной регистрации»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>
              <w:t>В течение 7 календарных</w:t>
            </w:r>
            <w:r w:rsidRPr="00995808">
              <w:t xml:space="preserve"> дней после внесения в единый государственный реестр юридических лиц записи о начале процедуры ликвидации</w:t>
            </w:r>
          </w:p>
          <w:p w:rsidR="00AB1A24" w:rsidRPr="00995808" w:rsidRDefault="00AB1A24" w:rsidP="00EA13E5">
            <w:pPr>
              <w:jc w:val="both"/>
              <w:rPr>
                <w:highlight w:val="yellow"/>
              </w:rPr>
            </w:pPr>
            <w:r w:rsidRPr="00995808">
              <w:rPr>
                <w:lang w:val="en-US"/>
              </w:rPr>
              <w:t>http</w:t>
            </w:r>
            <w:r w:rsidRPr="00995808">
              <w:t>://</w:t>
            </w:r>
            <w:r w:rsidRPr="00995808">
              <w:rPr>
                <w:lang w:val="en-US"/>
              </w:rPr>
              <w:t>www</w:t>
            </w:r>
            <w:r w:rsidRPr="00995808">
              <w:t>.</w:t>
            </w:r>
            <w:proofErr w:type="spellStart"/>
            <w:r w:rsidRPr="00995808">
              <w:rPr>
                <w:lang w:val="en-US"/>
              </w:rPr>
              <w:t>vestnik</w:t>
            </w:r>
            <w:proofErr w:type="spellEnd"/>
            <w:r w:rsidRPr="00995808">
              <w:t>-</w:t>
            </w:r>
            <w:proofErr w:type="spellStart"/>
            <w:r w:rsidRPr="00995808">
              <w:rPr>
                <w:lang w:val="en-US"/>
              </w:rPr>
              <w:t>gosreg</w:t>
            </w:r>
            <w:proofErr w:type="spellEnd"/>
            <w:r w:rsidRPr="00995808">
              <w:t>.</w:t>
            </w:r>
            <w:proofErr w:type="spellStart"/>
            <w:r w:rsidRPr="00995808">
              <w:rPr>
                <w:lang w:val="en-US"/>
              </w:rPr>
              <w:t>ru</w:t>
            </w:r>
            <w:proofErr w:type="spellEnd"/>
            <w:r w:rsidRPr="00995808">
              <w:t>/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367729" w:rsidP="000648BD">
            <w:pPr>
              <w:jc w:val="center"/>
              <w:rPr>
                <w:highlight w:val="yellow"/>
              </w:rPr>
            </w:pPr>
            <w:r>
              <w:t xml:space="preserve">До </w:t>
            </w:r>
            <w:r w:rsidR="000648BD">
              <w:t>16</w:t>
            </w:r>
            <w:r w:rsidR="00BF3DA6" w:rsidRPr="00BF3DA6">
              <w:t>.1</w:t>
            </w:r>
            <w:r w:rsidR="000648BD">
              <w:t>0</w:t>
            </w:r>
            <w:r w:rsidR="00BF3DA6" w:rsidRPr="00BF3DA6">
              <w:t>.20</w:t>
            </w:r>
            <w:r w:rsidR="000648BD">
              <w:t>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3B24CD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995808">
              <w:rPr>
                <w:iCs/>
              </w:rPr>
              <w:t>п. 1 Приказа ФНС РФ от 16.06.2006 № САЭ-3-09/355@ «</w:t>
            </w:r>
            <w:r w:rsidRPr="00995808">
              <w:t xml:space="preserve">Об обеспечении публикации и издания сведений о государственной регистрации юридических лиц в соответствии с законодательством Российской Федерации о государственной регистрации» 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Принятие мер по выявлению дебиторов и кредиторов учреждения, письменное уведомление их о предстоящей ликвидации, принятие мер к получению дебиторской задолженности в порядке и сроки, установленные действующим законодательством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Не менее двух месяцев с момента опубликования сообщения о ликвидации в «Вестнике государственной регистрации»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0648BD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Ликвидационная комиссия принимает меры к выявлению кредиторов и получению дебиторской задолженности, а также письменно уведомляет кредиторов о ликвидации юридического лица (ст. 63 ГК РФ) (Копии всех уведомлений</w:t>
            </w:r>
            <w:r w:rsidR="003B24CD">
              <w:rPr>
                <w:iCs/>
              </w:rPr>
              <w:t>,</w:t>
            </w:r>
            <w:r w:rsidRPr="00995808">
              <w:rPr>
                <w:iCs/>
              </w:rPr>
              <w:t xml:space="preserve"> отправленных кредиторам, сохраняются)</w:t>
            </w: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tabs>
                <w:tab w:val="left" w:pos="1440"/>
              </w:tabs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0648BD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Проведение инвентаризации имущества</w:t>
            </w:r>
          </w:p>
          <w:p w:rsidR="00AB1A24" w:rsidRPr="00995808" w:rsidRDefault="00AB1A24" w:rsidP="00EA13E5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/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EA13E5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B563DE" w:rsidP="00134864">
            <w:pPr>
              <w:tabs>
                <w:tab w:val="left" w:pos="5735"/>
              </w:tabs>
              <w:jc w:val="both"/>
            </w:pPr>
            <w:r w:rsidRPr="00EE21E5">
              <w:rPr>
                <w:iCs/>
              </w:rPr>
              <w:t xml:space="preserve">Приказ Минфина России от 13.01.2023 N 4н </w:t>
            </w:r>
            <w:r w:rsidR="00134864">
              <w:rPr>
                <w:iCs/>
              </w:rPr>
              <w:t>«</w:t>
            </w:r>
            <w:r w:rsidRPr="00EE21E5">
              <w:rPr>
                <w:iCs/>
              </w:rPr>
              <w:t xml:space="preserve">Об утверждении Федерального стандарта бухгалтерского учета ФСБУ 28/2023 </w:t>
            </w:r>
            <w:r>
              <w:rPr>
                <w:iCs/>
              </w:rPr>
              <w:t>«</w:t>
            </w:r>
            <w:r w:rsidRPr="00EE21E5">
              <w:rPr>
                <w:iCs/>
              </w:rPr>
              <w:t>Инвентаризация</w:t>
            </w:r>
            <w:r>
              <w:rPr>
                <w:iCs/>
              </w:rPr>
              <w:t>»</w:t>
            </w:r>
          </w:p>
        </w:tc>
      </w:tr>
      <w:tr w:rsidR="00AB1A24" w:rsidRPr="00995808" w:rsidTr="00EA13E5">
        <w:trPr>
          <w:trHeight w:val="4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промежуточного ликвидационного баланса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После окончания срока для предъявления требований кредиторами,</w:t>
            </w:r>
            <w:r w:rsidRPr="00995808">
              <w:t xml:space="preserve"> </w:t>
            </w:r>
            <w:r w:rsidRPr="00995808">
              <w:rPr>
                <w:iCs/>
              </w:rPr>
              <w:t>не раньше, чем через  2 месяца с момента публикации сообщения о ликвидации в журнале «Вестник государственной регистрации»</w:t>
            </w:r>
          </w:p>
          <w:p w:rsidR="00AB1A24" w:rsidRPr="00995808" w:rsidRDefault="00AB1A24" w:rsidP="00EA13E5">
            <w:pPr>
              <w:jc w:val="both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17.12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</w:pPr>
            <w:r w:rsidRPr="00995808">
              <w:rPr>
                <w:iCs/>
              </w:rPr>
              <w:t>Промежуточный ликвидационный баланс содержит сведения о составе имущества ликвидируемого юридического лица, перечне предъявленных кредиторами требований, а также о результатах их рассмотрения.</w:t>
            </w:r>
          </w:p>
          <w:p w:rsidR="00AB1A24" w:rsidRPr="00995808" w:rsidRDefault="00AB1A24" w:rsidP="00FE2E0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Показатели промежуточного ликвидационного баланса подтверждаются результатами инвентаризации имущества, которая является условием достоверности данных бухгалтерского учета и бухгалтерской отчетности и носит обязательный характер (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ст. 63 ГК РФ)</w:t>
            </w:r>
          </w:p>
        </w:tc>
      </w:tr>
      <w:tr w:rsidR="00762A0B" w:rsidRPr="00995808" w:rsidTr="003F56DE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3C4A71" w:rsidRDefault="00762A0B" w:rsidP="00FE2E01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3C4A71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Утверждение промежуточного ликвидационного баланса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jc w:val="both"/>
            </w:pPr>
            <w:r w:rsidRPr="00995808">
              <w:rPr>
                <w:iCs/>
              </w:rPr>
              <w:t>После окончания срока для предъявления требований кредиторами,</w:t>
            </w:r>
            <w:r w:rsidRPr="00995808">
              <w:t xml:space="preserve"> </w:t>
            </w:r>
            <w:r w:rsidRPr="00995808">
              <w:rPr>
                <w:iCs/>
              </w:rPr>
              <w:t>не раньше, чем через 2 месяца с момента публикации сообщения о ликвидации в журнале «Вестник государственной регистрации»</w:t>
            </w:r>
          </w:p>
          <w:p w:rsidR="00762A0B" w:rsidRPr="00995808" w:rsidRDefault="00762A0B" w:rsidP="003F56DE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tabs>
                <w:tab w:val="left" w:pos="5735"/>
              </w:tabs>
              <w:ind w:firstLine="709"/>
              <w:jc w:val="both"/>
              <w:rPr>
                <w:iCs/>
              </w:rPr>
            </w:pPr>
          </w:p>
        </w:tc>
      </w:tr>
      <w:tr w:rsidR="00AB1A24" w:rsidRPr="00995808" w:rsidTr="00EA13E5">
        <w:trPr>
          <w:trHeight w:val="4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762A0B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B1A24"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Уведомление в письменной форме налогового органа о составлении промежуточного ликвидационного баланса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E072B3" w:rsidRDefault="00AB1A24" w:rsidP="00EA13E5">
            <w:pPr>
              <w:tabs>
                <w:tab w:val="left" w:pos="5735"/>
              </w:tabs>
              <w:jc w:val="both"/>
              <w:rPr>
                <w:color w:val="000000"/>
              </w:rPr>
            </w:pPr>
            <w:r w:rsidRPr="00E072B3">
              <w:rPr>
                <w:iCs/>
                <w:color w:val="000000"/>
              </w:rPr>
              <w:t xml:space="preserve">Ст. 20 </w:t>
            </w:r>
            <w:r w:rsidRPr="00E072B3">
              <w:rPr>
                <w:color w:val="000000"/>
              </w:rPr>
              <w:t>Федерального закона от 08.08.2001 № 129-ФЗ «О государственной регистрации юридических лиц и индивидуальных предпринимателей»</w:t>
            </w:r>
          </w:p>
          <w:p w:rsidR="00D7118B" w:rsidRPr="00995808" w:rsidRDefault="00AB1A24" w:rsidP="00D7118B">
            <w:pPr>
              <w:tabs>
                <w:tab w:val="left" w:pos="5735"/>
              </w:tabs>
              <w:jc w:val="both"/>
              <w:rPr>
                <w:iCs/>
              </w:rPr>
            </w:pPr>
            <w:r w:rsidRPr="00E072B3">
              <w:rPr>
                <w:color w:val="000000"/>
                <w:shd w:val="clear" w:color="auto" w:fill="FDFDFD"/>
              </w:rPr>
              <w:t xml:space="preserve">Уведомления по форме № </w:t>
            </w:r>
            <w:r w:rsidR="00D7118B" w:rsidRPr="00085155">
              <w:rPr>
                <w:iCs/>
                <w:color w:val="C0504D" w:themeColor="accent2"/>
              </w:rPr>
              <w:t>Р15016</w:t>
            </w:r>
            <w:r w:rsidRPr="00E072B3">
              <w:rPr>
                <w:color w:val="000000"/>
                <w:shd w:val="clear" w:color="auto" w:fill="FDFDFD"/>
              </w:rPr>
              <w:t>, утвержденной </w:t>
            </w:r>
            <w:r w:rsidR="00D7118B" w:rsidRPr="00085155">
              <w:rPr>
                <w:iCs/>
              </w:rPr>
              <w:t xml:space="preserve">Приказ </w:t>
            </w:r>
            <w:r w:rsidR="00D7118B" w:rsidRPr="00085155">
              <w:rPr>
                <w:iCs/>
              </w:rPr>
              <w:lastRenderedPageBreak/>
              <w:t>ФНС России от 31.08.2020 N ЕД-</w:t>
            </w:r>
            <w:r w:rsidR="00D7118B">
              <w:rPr>
                <w:iCs/>
              </w:rPr>
              <w:t>7-14/617@ «</w:t>
            </w:r>
            <w:r w:rsidR="00D7118B" w:rsidRPr="00085155">
              <w:rPr>
                <w:iCs/>
              </w:rPr>
              <w:t xml:space="preserve">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</w:t>
            </w:r>
            <w:r w:rsidR="00D7118B">
              <w:rPr>
                <w:iCs/>
              </w:rPr>
              <w:t>хозяйств»</w:t>
            </w:r>
          </w:p>
          <w:p w:rsidR="00AB1A24" w:rsidRPr="00E072B3" w:rsidRDefault="00AB1A24" w:rsidP="00EA13E5">
            <w:pPr>
              <w:tabs>
                <w:tab w:val="left" w:pos="5735"/>
              </w:tabs>
              <w:jc w:val="both"/>
              <w:rPr>
                <w:color w:val="000000"/>
              </w:rPr>
            </w:pPr>
            <w:r w:rsidRPr="00E072B3">
              <w:rPr>
                <w:color w:val="000000"/>
                <w:shd w:val="clear" w:color="auto" w:fill="FDFDFD"/>
              </w:rPr>
              <w:t xml:space="preserve"> (</w:t>
            </w:r>
            <w:r w:rsidRPr="00E072B3">
              <w:rPr>
                <w:bCs/>
                <w:color w:val="000000"/>
                <w:shd w:val="clear" w:color="auto" w:fill="FDFDFD"/>
              </w:rPr>
              <w:t>Подлинность подписи заявителя на уведомлении по форме № Р</w:t>
            </w:r>
            <w:r w:rsidR="00D7118B" w:rsidRPr="00085155">
              <w:rPr>
                <w:iCs/>
                <w:color w:val="C0504D" w:themeColor="accent2"/>
              </w:rPr>
              <w:t xml:space="preserve"> Р15016</w:t>
            </w:r>
            <w:r w:rsidRPr="00E072B3">
              <w:rPr>
                <w:bCs/>
                <w:color w:val="000000"/>
                <w:shd w:val="clear" w:color="auto" w:fill="FDFDFD"/>
              </w:rPr>
              <w:t xml:space="preserve"> должна быть засвидетельствована нотариусом.)</w:t>
            </w:r>
          </w:p>
          <w:p w:rsidR="00AB1A24" w:rsidRPr="00E072B3" w:rsidRDefault="00AB1A24" w:rsidP="00EA13E5">
            <w:pPr>
              <w:tabs>
                <w:tab w:val="left" w:pos="5735"/>
              </w:tabs>
              <w:ind w:firstLine="709"/>
              <w:jc w:val="both"/>
              <w:rPr>
                <w:iCs/>
                <w:color w:val="000000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Удовлетворение требований кредиторов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После утверждения промежуточного ликвидационного баланса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FE2E0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Выплата денежных сумм кредиторам ликвидируемого юридического лица производится ликвидационной комиссией в порядке очередности, установленной ст. 64 ГК РФ, в соответствии с промежуточным ликвидационным балансом, начиная со дня его утверждения</w:t>
            </w:r>
          </w:p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Передача имущества ликвидируемого юридического лица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Составление ликвидационного баланса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После завершения расчетов с кредиторами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6A4A6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Ст. 63 ГК РФ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E7F8B">
              <w:rPr>
                <w:rFonts w:ascii="Times New Roman" w:hAnsi="Times New Roman" w:cs="Times New Roman"/>
                <w:iCs/>
                <w:sz w:val="24"/>
                <w:szCs w:val="24"/>
              </w:rPr>
              <w:t>Утверждение ликвидационного баланса</w:t>
            </w:r>
          </w:p>
          <w:p w:rsidR="00AB1A24" w:rsidRPr="00DE7F8B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jc w:val="both"/>
              <w:rPr>
                <w:iCs/>
              </w:rPr>
            </w:pPr>
            <w:r w:rsidRPr="00DE7F8B">
              <w:rPr>
                <w:iCs/>
              </w:rPr>
              <w:t>После завершения расчетов с кредиторами</w:t>
            </w:r>
          </w:p>
          <w:p w:rsidR="00AB1A24" w:rsidRPr="00DE7F8B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B1327C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E7F8B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сводной бюджетной и бухгалтерской отчетности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jc w:val="both"/>
              <w:rPr>
                <w:iCs/>
              </w:rPr>
            </w:pPr>
            <w:r w:rsidRPr="00DE7F8B">
              <w:t>По итогам ликвидационных мероприятий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EA13E5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t>На основании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Подача пакета документ</w:t>
            </w:r>
            <w:r w:rsidR="00D7118B">
              <w:rPr>
                <w:iCs/>
              </w:rPr>
              <w:t>ов с заявлением по форме Р15016</w:t>
            </w:r>
            <w:r w:rsidR="00FE2E01">
              <w:rPr>
                <w:iCs/>
              </w:rPr>
              <w:t xml:space="preserve"> </w:t>
            </w:r>
            <w:r w:rsidRPr="00995808">
              <w:rPr>
                <w:iCs/>
              </w:rPr>
              <w:t xml:space="preserve">в налоговый орган для </w:t>
            </w:r>
            <w:r w:rsidRPr="00995808">
              <w:rPr>
                <w:iCs/>
              </w:rPr>
              <w:lastRenderedPageBreak/>
              <w:t>государственной регистрации в связи с ликвидацией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BF3DA6" w:rsidP="00BF3DA6">
            <w:pPr>
              <w:pStyle w:val="ConsPlusNormal"/>
              <w:ind w:firstLine="3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 итогам сводной бюджетной и бухгалтерской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отчётности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995808">
              <w:rPr>
                <w:iCs/>
              </w:rPr>
              <w:t>Перечень документов установлен ст. 21 Федерального закона от 08.08.2001 № 129-ФЗ</w:t>
            </w:r>
            <w:r w:rsidRPr="00995808">
              <w:t xml:space="preserve"> «О государственной регистрации юридических лиц и индивидуальных </w:t>
            </w:r>
            <w:r w:rsidRPr="00995808">
              <w:lastRenderedPageBreak/>
              <w:t>предпринимателей»</w:t>
            </w:r>
          </w:p>
          <w:p w:rsidR="007210CF" w:rsidRPr="00995808" w:rsidRDefault="007210CF" w:rsidP="007210CF">
            <w:pPr>
              <w:tabs>
                <w:tab w:val="left" w:pos="5735"/>
              </w:tabs>
              <w:jc w:val="both"/>
              <w:rPr>
                <w:iCs/>
              </w:rPr>
            </w:pPr>
            <w:r w:rsidRPr="00085155">
              <w:rPr>
                <w:iCs/>
              </w:rPr>
              <w:t>Приказ ФНС России от 31.08.2020 N ЕД-</w:t>
            </w:r>
            <w:r>
              <w:rPr>
                <w:iCs/>
              </w:rPr>
              <w:t>7-14/617@ «</w:t>
            </w:r>
            <w:r w:rsidRPr="00085155">
              <w:rPr>
                <w:iCs/>
              </w:rPr>
              <w:t xml:space="preserve">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</w:t>
            </w:r>
            <w:r>
              <w:rPr>
                <w:iCs/>
              </w:rPr>
              <w:t>хозяйств»</w:t>
            </w:r>
          </w:p>
          <w:p w:rsidR="00AB1A24" w:rsidRPr="00995808" w:rsidRDefault="00AB1A24" w:rsidP="00EA13E5">
            <w:pPr>
              <w:tabs>
                <w:tab w:val="left" w:pos="5735"/>
              </w:tabs>
              <w:ind w:firstLine="709"/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FE2E01">
            <w:pPr>
              <w:jc w:val="both"/>
            </w:pPr>
            <w:r w:rsidRPr="00995808">
              <w:rPr>
                <w:iCs/>
              </w:rPr>
              <w:t xml:space="preserve">Получение </w:t>
            </w:r>
            <w:r w:rsidR="005E44FB">
              <w:rPr>
                <w:iCs/>
              </w:rPr>
              <w:t>сведений из</w:t>
            </w:r>
            <w:r>
              <w:rPr>
                <w:iCs/>
              </w:rPr>
              <w:t xml:space="preserve"> ЕГРЮЛ о ликвидации </w:t>
            </w:r>
            <w:r w:rsidR="00C812CE" w:rsidRPr="00861583">
              <w:t xml:space="preserve">администрации </w:t>
            </w:r>
            <w:proofErr w:type="spellStart"/>
            <w:r w:rsidR="00CB2C73" w:rsidRPr="00CB2C73">
              <w:t>Ключиковского</w:t>
            </w:r>
            <w:proofErr w:type="spellEnd"/>
            <w:r w:rsidR="00861583" w:rsidRPr="00CB2C73">
              <w:t xml:space="preserve"> сельсовета </w:t>
            </w:r>
            <w:r w:rsidR="00C812CE" w:rsidRPr="00CB2C73">
              <w:t>Сузунского</w:t>
            </w:r>
            <w:r w:rsidR="00C812CE" w:rsidRPr="00C812CE">
              <w:t xml:space="preserve"> района Новосибирской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Заявитель или представитель по доверенности</w:t>
            </w:r>
          </w:p>
          <w:p w:rsidR="00AB1A24" w:rsidRPr="00995808" w:rsidRDefault="00AB1A24" w:rsidP="00EA13E5">
            <w:pPr>
              <w:tabs>
                <w:tab w:val="left" w:pos="5735"/>
              </w:tabs>
              <w:ind w:firstLine="709"/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FE2E01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Уничтожение печати, передача документов (произвести передачу документов постоянного и временного</w:t>
            </w:r>
            <w:r w:rsidR="0076453A">
              <w:rPr>
                <w:iCs/>
              </w:rPr>
              <w:t xml:space="preserve"> сроков </w:t>
            </w:r>
            <w:r w:rsidRPr="00995808">
              <w:rPr>
                <w:iCs/>
              </w:rPr>
              <w:t xml:space="preserve"> хранения согласно номенклатуре дел)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76453A" w:rsidP="00FE2E01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>
              <w:t>Секретарь ликвидационной комиссии</w:t>
            </w:r>
          </w:p>
        </w:tc>
      </w:tr>
    </w:tbl>
    <w:p w:rsidR="00AB1A24" w:rsidRDefault="00AB1A24" w:rsidP="00AB1A24">
      <w:pPr>
        <w:sectPr w:rsidR="00AB1A24" w:rsidSect="00EA13E5">
          <w:pgSz w:w="16840" w:h="11907" w:orient="landscape"/>
          <w:pgMar w:top="1418" w:right="1134" w:bottom="709" w:left="1134" w:header="567" w:footer="567" w:gutter="0"/>
          <w:pgNumType w:start="1"/>
          <w:cols w:space="720"/>
          <w:titlePg/>
        </w:sectPr>
      </w:pPr>
    </w:p>
    <w:p w:rsidR="00AB1A24" w:rsidRDefault="00AB1A24" w:rsidP="00AB1A24">
      <w:pPr>
        <w:sectPr w:rsidR="00AB1A24" w:rsidSect="00EA13E5">
          <w:type w:val="continuous"/>
          <w:pgSz w:w="16840" w:h="11907" w:orient="landscape"/>
          <w:pgMar w:top="1418" w:right="1134" w:bottom="709" w:left="1134" w:header="567" w:footer="567" w:gutter="0"/>
          <w:pgNumType w:start="1"/>
          <w:cols w:space="720"/>
          <w:titlePg/>
        </w:sectPr>
      </w:pPr>
    </w:p>
    <w:p w:rsidR="00AB1A24" w:rsidRPr="008F700B" w:rsidRDefault="00DB5983" w:rsidP="008F700B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546FBD">
        <w:rPr>
          <w:bCs/>
        </w:rPr>
        <w:t xml:space="preserve"> №</w:t>
      </w:r>
      <w:r w:rsidRPr="008F700B">
        <w:rPr>
          <w:bCs/>
        </w:rPr>
        <w:t xml:space="preserve"> 3 </w:t>
      </w:r>
    </w:p>
    <w:p w:rsidR="008F700B" w:rsidRPr="008F700B" w:rsidRDefault="00DB5983" w:rsidP="008F700B">
      <w:pPr>
        <w:jc w:val="right"/>
      </w:pPr>
      <w:r w:rsidRPr="008F700B">
        <w:rPr>
          <w:bCs/>
        </w:rPr>
        <w:t>к р</w:t>
      </w:r>
      <w:r w:rsidR="00AB1A24" w:rsidRPr="008F700B">
        <w:rPr>
          <w:bCs/>
        </w:rPr>
        <w:t>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5E44FB" w:rsidRPr="008F700B">
        <w:t>Со</w:t>
      </w:r>
      <w:r w:rsidR="003C4A71" w:rsidRPr="008F700B">
        <w:t xml:space="preserve">вета депутатов </w:t>
      </w:r>
    </w:p>
    <w:p w:rsidR="00546FBD" w:rsidRDefault="00546FBD" w:rsidP="008F700B">
      <w:pPr>
        <w:jc w:val="right"/>
      </w:pPr>
      <w:r>
        <w:t>Сузунского муниципального</w:t>
      </w:r>
    </w:p>
    <w:p w:rsidR="00AB1A24" w:rsidRPr="008F700B" w:rsidRDefault="003C4A71" w:rsidP="008F700B">
      <w:pPr>
        <w:jc w:val="right"/>
        <w:rPr>
          <w:bCs/>
        </w:rPr>
      </w:pPr>
      <w:r w:rsidRPr="008F700B">
        <w:t xml:space="preserve"> округа</w:t>
      </w:r>
      <w:r w:rsidR="005E44FB" w:rsidRPr="008F700B">
        <w:t xml:space="preserve"> Новосибирской области </w:t>
      </w:r>
    </w:p>
    <w:p w:rsidR="00AB1A24" w:rsidRPr="008F700B" w:rsidRDefault="00AB1A24" w:rsidP="008F700B">
      <w:pPr>
        <w:pStyle w:val="chapter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F700B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546FBD">
        <w:rPr>
          <w:rFonts w:ascii="Times New Roman" w:hAnsi="Times New Roman" w:cs="Times New Roman"/>
          <w:bCs/>
          <w:sz w:val="24"/>
          <w:szCs w:val="24"/>
        </w:rPr>
        <w:t>_____</w:t>
      </w:r>
      <w:r w:rsidR="008F700B" w:rsidRPr="008F700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F700B">
        <w:rPr>
          <w:rFonts w:ascii="Times New Roman" w:hAnsi="Times New Roman" w:cs="Times New Roman"/>
          <w:bCs/>
          <w:sz w:val="24"/>
          <w:szCs w:val="24"/>
        </w:rPr>
        <w:t>№</w:t>
      </w:r>
      <w:r w:rsidR="00546FBD">
        <w:rPr>
          <w:rFonts w:ascii="Times New Roman" w:hAnsi="Times New Roman" w:cs="Times New Roman"/>
          <w:bCs/>
          <w:sz w:val="24"/>
          <w:szCs w:val="24"/>
        </w:rPr>
        <w:t xml:space="preserve"> ______</w:t>
      </w:r>
      <w:r w:rsidRPr="008F700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B1A24" w:rsidRDefault="00AB1A24" w:rsidP="00AB1A24">
      <w:pPr>
        <w:ind w:left="6237"/>
      </w:pPr>
    </w:p>
    <w:p w:rsidR="00AB1A24" w:rsidRPr="00A675EB" w:rsidRDefault="00AB1A24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>СОСТАВ</w:t>
      </w:r>
    </w:p>
    <w:p w:rsidR="00AB1A24" w:rsidRPr="00A675EB" w:rsidRDefault="00AB1A24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>ликвидационной комиссии</w:t>
      </w:r>
    </w:p>
    <w:p w:rsidR="00A675EB" w:rsidRPr="00A675EB" w:rsidRDefault="00A675EB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 xml:space="preserve">администрации </w:t>
      </w:r>
      <w:proofErr w:type="spellStart"/>
      <w:r w:rsidR="00CB2C73" w:rsidRPr="00CB2C73">
        <w:rPr>
          <w:b/>
          <w:sz w:val="28"/>
          <w:szCs w:val="28"/>
        </w:rPr>
        <w:t>Ключиковского</w:t>
      </w:r>
      <w:proofErr w:type="spellEnd"/>
      <w:r w:rsidR="00861583" w:rsidRPr="00861583">
        <w:rPr>
          <w:b/>
          <w:sz w:val="28"/>
          <w:szCs w:val="28"/>
        </w:rPr>
        <w:t xml:space="preserve"> сельсовета</w:t>
      </w:r>
      <w:r w:rsidR="00861583" w:rsidRPr="00861583">
        <w:rPr>
          <w:sz w:val="28"/>
          <w:szCs w:val="28"/>
        </w:rPr>
        <w:t xml:space="preserve"> </w:t>
      </w:r>
      <w:r w:rsidRPr="00A675EB">
        <w:rPr>
          <w:b/>
          <w:sz w:val="28"/>
          <w:szCs w:val="28"/>
        </w:rPr>
        <w:t>Сузунского района</w:t>
      </w:r>
    </w:p>
    <w:p w:rsidR="00AB1A24" w:rsidRPr="00A675EB" w:rsidRDefault="00A675EB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>Новосибирской области</w:t>
      </w:r>
    </w:p>
    <w:p w:rsidR="00AB1A24" w:rsidRDefault="00AB1A24" w:rsidP="00AB1A24">
      <w:pPr>
        <w:jc w:val="right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936"/>
        <w:gridCol w:w="5918"/>
      </w:tblGrid>
      <w:tr w:rsidR="00762A0B" w:rsidRPr="00234EE3" w:rsidTr="00492855">
        <w:tc>
          <w:tcPr>
            <w:tcW w:w="3936" w:type="dxa"/>
          </w:tcPr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 xml:space="preserve">Председатель </w:t>
            </w:r>
          </w:p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>ликвидационной комиссии:</w:t>
            </w:r>
          </w:p>
          <w:p w:rsidR="00762A0B" w:rsidRPr="00912803" w:rsidRDefault="00762A0B" w:rsidP="00492855">
            <w:pPr>
              <w:rPr>
                <w:sz w:val="28"/>
                <w:szCs w:val="28"/>
              </w:rPr>
            </w:pPr>
          </w:p>
          <w:p w:rsidR="00762A0B" w:rsidRDefault="00762A0B" w:rsidP="00492855">
            <w:pPr>
              <w:rPr>
                <w:sz w:val="28"/>
                <w:szCs w:val="28"/>
              </w:rPr>
            </w:pPr>
          </w:p>
          <w:p w:rsidR="00762A0B" w:rsidRPr="00912803" w:rsidRDefault="00762A0B" w:rsidP="00492855">
            <w:pPr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D90DE2" w:rsidRDefault="00D90DE2" w:rsidP="00492855">
            <w:pPr>
              <w:jc w:val="both"/>
              <w:rPr>
                <w:sz w:val="28"/>
                <w:szCs w:val="28"/>
              </w:rPr>
            </w:pPr>
          </w:p>
          <w:p w:rsidR="00762A0B" w:rsidRPr="00A675EB" w:rsidRDefault="00CB2C73" w:rsidP="00492855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proofErr w:type="spellStart"/>
            <w:r>
              <w:rPr>
                <w:sz w:val="28"/>
                <w:szCs w:val="28"/>
              </w:rPr>
              <w:t>Пронькин</w:t>
            </w:r>
            <w:proofErr w:type="spellEnd"/>
            <w:r>
              <w:rPr>
                <w:sz w:val="28"/>
                <w:szCs w:val="28"/>
              </w:rPr>
              <w:t xml:space="preserve"> Владимир Владимирович</w:t>
            </w:r>
            <w:r w:rsidR="00762A0B" w:rsidRPr="00A675EB">
              <w:rPr>
                <w:sz w:val="28"/>
                <w:szCs w:val="28"/>
              </w:rPr>
              <w:t xml:space="preserve"> </w:t>
            </w:r>
            <w:r w:rsidR="00A675EB" w:rsidRPr="00A675EB">
              <w:rPr>
                <w:sz w:val="28"/>
                <w:szCs w:val="28"/>
              </w:rPr>
              <w:t>–</w:t>
            </w:r>
            <w:r w:rsidR="00762A0B" w:rsidRPr="00A675EB">
              <w:rPr>
                <w:sz w:val="28"/>
                <w:szCs w:val="28"/>
              </w:rPr>
              <w:t xml:space="preserve"> </w:t>
            </w:r>
            <w:r w:rsidR="00A675EB" w:rsidRPr="00A675EB">
              <w:rPr>
                <w:sz w:val="28"/>
                <w:szCs w:val="28"/>
              </w:rPr>
              <w:t>Г</w:t>
            </w:r>
            <w:r w:rsidR="00762A0B" w:rsidRPr="00A675EB">
              <w:rPr>
                <w:sz w:val="28"/>
                <w:szCs w:val="28"/>
              </w:rPr>
              <w:t>лав</w:t>
            </w:r>
            <w:r w:rsidR="00A675EB" w:rsidRPr="00A675EB">
              <w:rPr>
                <w:sz w:val="28"/>
                <w:szCs w:val="28"/>
              </w:rPr>
              <w:t xml:space="preserve">а </w:t>
            </w:r>
            <w:proofErr w:type="spellStart"/>
            <w:r>
              <w:rPr>
                <w:sz w:val="28"/>
                <w:szCs w:val="28"/>
              </w:rPr>
              <w:t>Ключиковского</w:t>
            </w:r>
            <w:proofErr w:type="spellEnd"/>
            <w:r w:rsidR="00861583" w:rsidRPr="00861583">
              <w:rPr>
                <w:sz w:val="28"/>
                <w:szCs w:val="28"/>
              </w:rPr>
              <w:t xml:space="preserve"> сельсовета</w:t>
            </w:r>
            <w:r w:rsidR="00A675EB" w:rsidRPr="00A675EB">
              <w:rPr>
                <w:sz w:val="28"/>
                <w:szCs w:val="28"/>
              </w:rPr>
              <w:t xml:space="preserve"> Сузунского района</w:t>
            </w:r>
            <w:r w:rsidR="00710F83">
              <w:rPr>
                <w:sz w:val="28"/>
                <w:szCs w:val="28"/>
              </w:rPr>
              <w:t xml:space="preserve"> </w:t>
            </w:r>
            <w:r w:rsidR="00A675EB" w:rsidRPr="00A675EB">
              <w:rPr>
                <w:sz w:val="28"/>
                <w:szCs w:val="28"/>
              </w:rPr>
              <w:t>Новосибирской области</w:t>
            </w:r>
            <w:r w:rsidR="00762A0B" w:rsidRPr="00A675EB">
              <w:rPr>
                <w:sz w:val="28"/>
                <w:szCs w:val="28"/>
              </w:rPr>
              <w:t>;</w:t>
            </w:r>
          </w:p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</w:tr>
      <w:tr w:rsidR="00762A0B" w:rsidRPr="00234EE3" w:rsidTr="00492855">
        <w:tc>
          <w:tcPr>
            <w:tcW w:w="3936" w:type="dxa"/>
          </w:tcPr>
          <w:p w:rsidR="00762A0B" w:rsidRPr="00781045" w:rsidRDefault="00762A0B" w:rsidP="00492855">
            <w:pPr>
              <w:jc w:val="both"/>
              <w:rPr>
                <w:sz w:val="28"/>
                <w:szCs w:val="28"/>
              </w:rPr>
            </w:pPr>
            <w:r w:rsidRPr="00781045">
              <w:rPr>
                <w:sz w:val="28"/>
                <w:szCs w:val="28"/>
              </w:rPr>
              <w:t xml:space="preserve">Секретарь </w:t>
            </w:r>
          </w:p>
          <w:p w:rsidR="00762A0B" w:rsidRPr="00781045" w:rsidRDefault="00762A0B" w:rsidP="00492855">
            <w:pPr>
              <w:jc w:val="both"/>
              <w:rPr>
                <w:sz w:val="28"/>
                <w:szCs w:val="28"/>
              </w:rPr>
            </w:pPr>
            <w:r w:rsidRPr="00781045">
              <w:rPr>
                <w:sz w:val="28"/>
                <w:szCs w:val="28"/>
              </w:rPr>
              <w:t>ликвидационной комиссии:</w:t>
            </w: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762A0B" w:rsidRDefault="00762A0B" w:rsidP="003130F0">
            <w:pPr>
              <w:jc w:val="both"/>
              <w:rPr>
                <w:sz w:val="28"/>
                <w:szCs w:val="28"/>
              </w:rPr>
            </w:pPr>
          </w:p>
          <w:p w:rsidR="00BD1F27" w:rsidRPr="00234EE3" w:rsidRDefault="00BD1F27" w:rsidP="003130F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Колбина</w:t>
            </w:r>
            <w:proofErr w:type="spellEnd"/>
            <w:r>
              <w:rPr>
                <w:sz w:val="28"/>
                <w:szCs w:val="28"/>
              </w:rPr>
              <w:t xml:space="preserve"> Олеся Николаевна</w:t>
            </w:r>
            <w:r w:rsidRPr="00286B87">
              <w:rPr>
                <w:sz w:val="28"/>
                <w:szCs w:val="28"/>
              </w:rPr>
              <w:t xml:space="preserve"> – специалист администрации </w:t>
            </w:r>
            <w:proofErr w:type="spellStart"/>
            <w:r>
              <w:rPr>
                <w:sz w:val="28"/>
                <w:szCs w:val="28"/>
              </w:rPr>
              <w:t>Ключиковского</w:t>
            </w:r>
            <w:proofErr w:type="spellEnd"/>
            <w:r w:rsidRPr="00286B87">
              <w:rPr>
                <w:sz w:val="28"/>
                <w:szCs w:val="28"/>
              </w:rPr>
              <w:t xml:space="preserve"> сельсовета </w:t>
            </w:r>
            <w:r>
              <w:rPr>
                <w:sz w:val="28"/>
                <w:szCs w:val="28"/>
              </w:rPr>
              <w:t>Сузунского</w:t>
            </w:r>
            <w:r w:rsidRPr="00286B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района Новосибирской области;</w:t>
            </w:r>
          </w:p>
        </w:tc>
      </w:tr>
      <w:tr w:rsidR="00762A0B" w:rsidRPr="00234EE3" w:rsidTr="00492855">
        <w:tc>
          <w:tcPr>
            <w:tcW w:w="3936" w:type="dxa"/>
          </w:tcPr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 xml:space="preserve">Члены </w:t>
            </w: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>ликвидационной комиссии:</w:t>
            </w:r>
          </w:p>
        </w:tc>
        <w:tc>
          <w:tcPr>
            <w:tcW w:w="5918" w:type="dxa"/>
          </w:tcPr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5E44FB" w:rsidRDefault="005E44FB" w:rsidP="00492855">
            <w:pPr>
              <w:jc w:val="both"/>
              <w:rPr>
                <w:sz w:val="28"/>
                <w:szCs w:val="28"/>
              </w:rPr>
            </w:pPr>
          </w:p>
          <w:p w:rsidR="005E44FB" w:rsidRPr="00234EE3" w:rsidRDefault="00BD1F27" w:rsidP="00BD1F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Ощепкова Ксения Алексеевна </w:t>
            </w:r>
            <w:r w:rsidR="00545F0B">
              <w:rPr>
                <w:sz w:val="28"/>
                <w:szCs w:val="28"/>
              </w:rPr>
              <w:t>– бухгалтер МКУ «ЕЦБУ».</w:t>
            </w:r>
          </w:p>
        </w:tc>
      </w:tr>
      <w:tr w:rsidR="00762A0B" w:rsidRPr="00EF4A8E" w:rsidTr="00492855">
        <w:tc>
          <w:tcPr>
            <w:tcW w:w="3936" w:type="dxa"/>
          </w:tcPr>
          <w:p w:rsidR="00762A0B" w:rsidRPr="00EF4A8E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EF4A8E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</w:tr>
    </w:tbl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Pr="00C82E2A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Pr="00D95BAD" w:rsidRDefault="00AB1A24" w:rsidP="00AB1A24">
      <w:pPr>
        <w:spacing w:after="120"/>
        <w:ind w:firstLine="567"/>
        <w:jc w:val="center"/>
        <w:outlineLvl w:val="1"/>
        <w:rPr>
          <w:b/>
          <w:sz w:val="28"/>
          <w:szCs w:val="28"/>
        </w:rPr>
      </w:pPr>
    </w:p>
    <w:p w:rsidR="00AB1A24" w:rsidRPr="00082331" w:rsidRDefault="00AB1A24" w:rsidP="00AB1A24">
      <w:pPr>
        <w:autoSpaceDE w:val="0"/>
        <w:autoSpaceDN w:val="0"/>
        <w:adjustRightInd w:val="0"/>
        <w:outlineLvl w:val="0"/>
      </w:pPr>
    </w:p>
    <w:p w:rsidR="00AB1A24" w:rsidRDefault="00AB1A24" w:rsidP="00AB1A24">
      <w:pPr>
        <w:tabs>
          <w:tab w:val="left" w:pos="7230"/>
        </w:tabs>
        <w:jc w:val="right"/>
        <w:rPr>
          <w:sz w:val="28"/>
          <w:szCs w:val="28"/>
        </w:rPr>
      </w:pPr>
    </w:p>
    <w:p w:rsidR="00E64AE6" w:rsidRDefault="00E64AE6" w:rsidP="00290E0E">
      <w:pPr>
        <w:rPr>
          <w:sz w:val="28"/>
          <w:szCs w:val="28"/>
        </w:rPr>
      </w:pPr>
    </w:p>
    <w:p w:rsidR="009D3BC0" w:rsidRDefault="009D3BC0" w:rsidP="001D4DA3">
      <w:pPr>
        <w:ind w:firstLine="708"/>
        <w:jc w:val="both"/>
        <w:rPr>
          <w:sz w:val="28"/>
          <w:szCs w:val="28"/>
        </w:rPr>
      </w:pPr>
    </w:p>
    <w:p w:rsidR="001A4C65" w:rsidRPr="00290E0E" w:rsidRDefault="001A4C65" w:rsidP="007C5A74">
      <w:pPr>
        <w:jc w:val="right"/>
        <w:rPr>
          <w:sz w:val="28"/>
          <w:szCs w:val="28"/>
        </w:rPr>
      </w:pPr>
    </w:p>
    <w:sectPr w:rsidR="001A4C65" w:rsidRPr="00290E0E" w:rsidSect="007C5A74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5D9" w:rsidRDefault="00ED55D9" w:rsidP="00AC5C3C">
      <w:r>
        <w:separator/>
      </w:r>
    </w:p>
  </w:endnote>
  <w:endnote w:type="continuationSeparator" w:id="0">
    <w:p w:rsidR="00ED55D9" w:rsidRDefault="00ED55D9" w:rsidP="00AC5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5D9" w:rsidRDefault="00ED55D9" w:rsidP="00AC5C3C">
      <w:r>
        <w:separator/>
      </w:r>
    </w:p>
  </w:footnote>
  <w:footnote w:type="continuationSeparator" w:id="0">
    <w:p w:rsidR="00ED55D9" w:rsidRDefault="00ED55D9" w:rsidP="00AC5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60C" w:rsidRDefault="007B6DE4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44FB">
      <w:rPr>
        <w:noProof/>
      </w:rPr>
      <w:t>2</w:t>
    </w:r>
    <w:r>
      <w:rPr>
        <w:noProof/>
      </w:rPr>
      <w:fldChar w:fldCharType="end"/>
    </w:r>
  </w:p>
  <w:p w:rsidR="00BF160C" w:rsidRDefault="00BF160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EF2" w:rsidRDefault="00B37EF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F3CDF"/>
    <w:multiLevelType w:val="hybridMultilevel"/>
    <w:tmpl w:val="FBACAA32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672543"/>
    <w:multiLevelType w:val="hybridMultilevel"/>
    <w:tmpl w:val="71FAEF14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BC7CEF"/>
    <w:multiLevelType w:val="hybridMultilevel"/>
    <w:tmpl w:val="D35C277A"/>
    <w:lvl w:ilvl="0" w:tplc="C1F684D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1F3D3E"/>
    <w:multiLevelType w:val="hybridMultilevel"/>
    <w:tmpl w:val="4E56BC06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875"/>
    <w:rsid w:val="0001261D"/>
    <w:rsid w:val="00025ED3"/>
    <w:rsid w:val="00047107"/>
    <w:rsid w:val="00056412"/>
    <w:rsid w:val="000633F2"/>
    <w:rsid w:val="000648BD"/>
    <w:rsid w:val="000670A2"/>
    <w:rsid w:val="00080E77"/>
    <w:rsid w:val="00082331"/>
    <w:rsid w:val="00084960"/>
    <w:rsid w:val="00085155"/>
    <w:rsid w:val="000A12CC"/>
    <w:rsid w:val="000A7BA7"/>
    <w:rsid w:val="000B4CD9"/>
    <w:rsid w:val="000D5761"/>
    <w:rsid w:val="000E1881"/>
    <w:rsid w:val="000F23A6"/>
    <w:rsid w:val="00134864"/>
    <w:rsid w:val="0013518D"/>
    <w:rsid w:val="00136921"/>
    <w:rsid w:val="0014230D"/>
    <w:rsid w:val="00161F31"/>
    <w:rsid w:val="00183375"/>
    <w:rsid w:val="001910B3"/>
    <w:rsid w:val="001A28AB"/>
    <w:rsid w:val="001A4C65"/>
    <w:rsid w:val="001A7D60"/>
    <w:rsid w:val="001B5B3F"/>
    <w:rsid w:val="001D4DA3"/>
    <w:rsid w:val="00225BEA"/>
    <w:rsid w:val="00230F39"/>
    <w:rsid w:val="0024489E"/>
    <w:rsid w:val="002458CA"/>
    <w:rsid w:val="00290E0E"/>
    <w:rsid w:val="002911F4"/>
    <w:rsid w:val="00291D88"/>
    <w:rsid w:val="0029583E"/>
    <w:rsid w:val="002B321D"/>
    <w:rsid w:val="002D2B70"/>
    <w:rsid w:val="002E4FFE"/>
    <w:rsid w:val="002E5BF6"/>
    <w:rsid w:val="002E6412"/>
    <w:rsid w:val="00300DB9"/>
    <w:rsid w:val="00300FDC"/>
    <w:rsid w:val="003130F0"/>
    <w:rsid w:val="00323D30"/>
    <w:rsid w:val="00341AC8"/>
    <w:rsid w:val="00362281"/>
    <w:rsid w:val="00365CDF"/>
    <w:rsid w:val="00366C04"/>
    <w:rsid w:val="00367729"/>
    <w:rsid w:val="0038693E"/>
    <w:rsid w:val="00387D1D"/>
    <w:rsid w:val="0039600C"/>
    <w:rsid w:val="003A1364"/>
    <w:rsid w:val="003A56D5"/>
    <w:rsid w:val="003B24CD"/>
    <w:rsid w:val="003B6F99"/>
    <w:rsid w:val="003C4A71"/>
    <w:rsid w:val="003C78B9"/>
    <w:rsid w:val="004005C2"/>
    <w:rsid w:val="0040625A"/>
    <w:rsid w:val="00440B17"/>
    <w:rsid w:val="0044272D"/>
    <w:rsid w:val="0044595D"/>
    <w:rsid w:val="00445D98"/>
    <w:rsid w:val="00453A2B"/>
    <w:rsid w:val="00477535"/>
    <w:rsid w:val="00480BA0"/>
    <w:rsid w:val="004A59A2"/>
    <w:rsid w:val="004F3809"/>
    <w:rsid w:val="00500068"/>
    <w:rsid w:val="00531936"/>
    <w:rsid w:val="005351F9"/>
    <w:rsid w:val="00541C14"/>
    <w:rsid w:val="00545F0B"/>
    <w:rsid w:val="00546FBD"/>
    <w:rsid w:val="005505B4"/>
    <w:rsid w:val="00561EBA"/>
    <w:rsid w:val="005667EC"/>
    <w:rsid w:val="005755CF"/>
    <w:rsid w:val="0058501E"/>
    <w:rsid w:val="005A0990"/>
    <w:rsid w:val="005A1A67"/>
    <w:rsid w:val="005A50A1"/>
    <w:rsid w:val="005B23E2"/>
    <w:rsid w:val="005C0128"/>
    <w:rsid w:val="005C626E"/>
    <w:rsid w:val="005D70DD"/>
    <w:rsid w:val="005E44FB"/>
    <w:rsid w:val="005F5124"/>
    <w:rsid w:val="0065371B"/>
    <w:rsid w:val="00664404"/>
    <w:rsid w:val="006666FD"/>
    <w:rsid w:val="00681F36"/>
    <w:rsid w:val="00685104"/>
    <w:rsid w:val="00687527"/>
    <w:rsid w:val="00695A96"/>
    <w:rsid w:val="006A4A61"/>
    <w:rsid w:val="006B336C"/>
    <w:rsid w:val="006D7F5D"/>
    <w:rsid w:val="006E7650"/>
    <w:rsid w:val="006F440D"/>
    <w:rsid w:val="006F610D"/>
    <w:rsid w:val="00704D18"/>
    <w:rsid w:val="00704E71"/>
    <w:rsid w:val="00710F83"/>
    <w:rsid w:val="00713BC4"/>
    <w:rsid w:val="007210CF"/>
    <w:rsid w:val="00724956"/>
    <w:rsid w:val="0074296E"/>
    <w:rsid w:val="00743F5C"/>
    <w:rsid w:val="00752C10"/>
    <w:rsid w:val="00762A0B"/>
    <w:rsid w:val="0076453A"/>
    <w:rsid w:val="00767B2C"/>
    <w:rsid w:val="0077009F"/>
    <w:rsid w:val="00771F94"/>
    <w:rsid w:val="00781045"/>
    <w:rsid w:val="007A1706"/>
    <w:rsid w:val="007A4875"/>
    <w:rsid w:val="007B6DE4"/>
    <w:rsid w:val="007C5A74"/>
    <w:rsid w:val="008040D9"/>
    <w:rsid w:val="00810823"/>
    <w:rsid w:val="00861583"/>
    <w:rsid w:val="00882F95"/>
    <w:rsid w:val="008861DB"/>
    <w:rsid w:val="008A1CD6"/>
    <w:rsid w:val="008B6C1C"/>
    <w:rsid w:val="008C0C5C"/>
    <w:rsid w:val="008C4D61"/>
    <w:rsid w:val="008D4141"/>
    <w:rsid w:val="008E4D00"/>
    <w:rsid w:val="008F700B"/>
    <w:rsid w:val="0090774D"/>
    <w:rsid w:val="0092258C"/>
    <w:rsid w:val="0093492A"/>
    <w:rsid w:val="009432B0"/>
    <w:rsid w:val="009569C0"/>
    <w:rsid w:val="009608B7"/>
    <w:rsid w:val="00970812"/>
    <w:rsid w:val="009A0508"/>
    <w:rsid w:val="009A4FF4"/>
    <w:rsid w:val="009A5290"/>
    <w:rsid w:val="009B0869"/>
    <w:rsid w:val="009B6676"/>
    <w:rsid w:val="009C0B4C"/>
    <w:rsid w:val="009D35CE"/>
    <w:rsid w:val="009D3BC0"/>
    <w:rsid w:val="009E4C54"/>
    <w:rsid w:val="009F04CC"/>
    <w:rsid w:val="00A1633B"/>
    <w:rsid w:val="00A50079"/>
    <w:rsid w:val="00A5271A"/>
    <w:rsid w:val="00A55047"/>
    <w:rsid w:val="00A63F0B"/>
    <w:rsid w:val="00A675EB"/>
    <w:rsid w:val="00A72860"/>
    <w:rsid w:val="00A83395"/>
    <w:rsid w:val="00AA0E12"/>
    <w:rsid w:val="00AA1FA3"/>
    <w:rsid w:val="00AB1A24"/>
    <w:rsid w:val="00AC5C3C"/>
    <w:rsid w:val="00AE1D47"/>
    <w:rsid w:val="00AE7575"/>
    <w:rsid w:val="00B03A64"/>
    <w:rsid w:val="00B07C2A"/>
    <w:rsid w:val="00B116EE"/>
    <w:rsid w:val="00B1327C"/>
    <w:rsid w:val="00B14A0D"/>
    <w:rsid w:val="00B21F05"/>
    <w:rsid w:val="00B27CFE"/>
    <w:rsid w:val="00B34AF0"/>
    <w:rsid w:val="00B37EF2"/>
    <w:rsid w:val="00B45DA3"/>
    <w:rsid w:val="00B50BCF"/>
    <w:rsid w:val="00B54A0B"/>
    <w:rsid w:val="00B563DE"/>
    <w:rsid w:val="00B82054"/>
    <w:rsid w:val="00BB47A4"/>
    <w:rsid w:val="00BC0767"/>
    <w:rsid w:val="00BC0C67"/>
    <w:rsid w:val="00BC7448"/>
    <w:rsid w:val="00BD1F27"/>
    <w:rsid w:val="00BE2595"/>
    <w:rsid w:val="00BF160C"/>
    <w:rsid w:val="00BF3DA6"/>
    <w:rsid w:val="00BF4DBB"/>
    <w:rsid w:val="00C01F01"/>
    <w:rsid w:val="00C16385"/>
    <w:rsid w:val="00C31401"/>
    <w:rsid w:val="00C34DEC"/>
    <w:rsid w:val="00C42456"/>
    <w:rsid w:val="00C55DC1"/>
    <w:rsid w:val="00C56516"/>
    <w:rsid w:val="00C7488B"/>
    <w:rsid w:val="00C812CE"/>
    <w:rsid w:val="00C846DD"/>
    <w:rsid w:val="00C9329C"/>
    <w:rsid w:val="00C95C5D"/>
    <w:rsid w:val="00C96F91"/>
    <w:rsid w:val="00C974CB"/>
    <w:rsid w:val="00CA1C0F"/>
    <w:rsid w:val="00CB1534"/>
    <w:rsid w:val="00CB2C73"/>
    <w:rsid w:val="00CC27A4"/>
    <w:rsid w:val="00CC391D"/>
    <w:rsid w:val="00CC4A60"/>
    <w:rsid w:val="00CC7113"/>
    <w:rsid w:val="00CD2BD5"/>
    <w:rsid w:val="00D17B09"/>
    <w:rsid w:val="00D20CC9"/>
    <w:rsid w:val="00D47D0A"/>
    <w:rsid w:val="00D5558D"/>
    <w:rsid w:val="00D7118B"/>
    <w:rsid w:val="00D72AC7"/>
    <w:rsid w:val="00D763F0"/>
    <w:rsid w:val="00D85BCE"/>
    <w:rsid w:val="00D90DE2"/>
    <w:rsid w:val="00D939FE"/>
    <w:rsid w:val="00DA4AB0"/>
    <w:rsid w:val="00DA4E9A"/>
    <w:rsid w:val="00DA7D62"/>
    <w:rsid w:val="00DA7F6A"/>
    <w:rsid w:val="00DB5983"/>
    <w:rsid w:val="00DC7C61"/>
    <w:rsid w:val="00DF2AC4"/>
    <w:rsid w:val="00E07574"/>
    <w:rsid w:val="00E17FF1"/>
    <w:rsid w:val="00E24497"/>
    <w:rsid w:val="00E405C0"/>
    <w:rsid w:val="00E43696"/>
    <w:rsid w:val="00E63340"/>
    <w:rsid w:val="00E64AE6"/>
    <w:rsid w:val="00E83B5B"/>
    <w:rsid w:val="00E9354B"/>
    <w:rsid w:val="00E935D6"/>
    <w:rsid w:val="00E950ED"/>
    <w:rsid w:val="00EA13E5"/>
    <w:rsid w:val="00EB18EF"/>
    <w:rsid w:val="00EC46CA"/>
    <w:rsid w:val="00ED14CE"/>
    <w:rsid w:val="00ED55D9"/>
    <w:rsid w:val="00ED6C92"/>
    <w:rsid w:val="00EF0502"/>
    <w:rsid w:val="00EF58C4"/>
    <w:rsid w:val="00F07AB5"/>
    <w:rsid w:val="00F131EA"/>
    <w:rsid w:val="00F40BAC"/>
    <w:rsid w:val="00F5012D"/>
    <w:rsid w:val="00F66D5A"/>
    <w:rsid w:val="00F712BC"/>
    <w:rsid w:val="00F816E7"/>
    <w:rsid w:val="00F9175C"/>
    <w:rsid w:val="00FA3D82"/>
    <w:rsid w:val="00FB0352"/>
    <w:rsid w:val="00FB5676"/>
    <w:rsid w:val="00FC63D1"/>
    <w:rsid w:val="00FD45B6"/>
    <w:rsid w:val="00FD7EA2"/>
    <w:rsid w:val="00FE2E01"/>
    <w:rsid w:val="00FE76B5"/>
    <w:rsid w:val="00FF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  <w14:docId w14:val="378BF2C9"/>
  <w15:docId w15:val="{C6299CA3-0059-4FE8-979C-1220E29F8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331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23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8233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082331"/>
    <w:rPr>
      <w:rFonts w:eastAsia="Times New Roman" w:cs="Times New Roman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8233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ody Text Indent"/>
    <w:basedOn w:val="a"/>
    <w:link w:val="a7"/>
    <w:unhideWhenUsed/>
    <w:rsid w:val="007A4875"/>
    <w:pPr>
      <w:spacing w:after="120"/>
      <w:ind w:left="283"/>
    </w:pPr>
    <w:rPr>
      <w:sz w:val="28"/>
      <w:szCs w:val="20"/>
    </w:rPr>
  </w:style>
  <w:style w:type="character" w:customStyle="1" w:styleId="a7">
    <w:name w:val="Основной текст с отступом Знак"/>
    <w:link w:val="a6"/>
    <w:rsid w:val="007A4875"/>
    <w:rPr>
      <w:rFonts w:eastAsia="Times New Roman" w:cs="Times New Roman"/>
      <w:sz w:val="28"/>
      <w:szCs w:val="20"/>
    </w:rPr>
  </w:style>
  <w:style w:type="paragraph" w:styleId="a8">
    <w:name w:val="No Spacing"/>
    <w:uiPriority w:val="1"/>
    <w:qFormat/>
    <w:rsid w:val="00B34AF0"/>
    <w:rPr>
      <w:rFonts w:eastAsia="Times New Roman"/>
      <w:sz w:val="24"/>
      <w:szCs w:val="24"/>
    </w:rPr>
  </w:style>
  <w:style w:type="paragraph" w:styleId="a9">
    <w:name w:val="footnote text"/>
    <w:basedOn w:val="a"/>
    <w:link w:val="aa"/>
    <w:semiHidden/>
    <w:unhideWhenUsed/>
    <w:rsid w:val="00AC5C3C"/>
    <w:rPr>
      <w:sz w:val="20"/>
      <w:szCs w:val="20"/>
    </w:rPr>
  </w:style>
  <w:style w:type="character" w:customStyle="1" w:styleId="aa">
    <w:name w:val="Текст сноски Знак"/>
    <w:link w:val="a9"/>
    <w:semiHidden/>
    <w:rsid w:val="00AC5C3C"/>
    <w:rPr>
      <w:rFonts w:eastAsia="Times New Roman"/>
    </w:rPr>
  </w:style>
  <w:style w:type="character" w:styleId="ab">
    <w:name w:val="footnote reference"/>
    <w:semiHidden/>
    <w:unhideWhenUsed/>
    <w:rsid w:val="00AC5C3C"/>
    <w:rPr>
      <w:vertAlign w:val="superscript"/>
    </w:rPr>
  </w:style>
  <w:style w:type="paragraph" w:styleId="ac">
    <w:name w:val="List Paragraph"/>
    <w:basedOn w:val="a"/>
    <w:qFormat/>
    <w:rsid w:val="002E5BF6"/>
    <w:pPr>
      <w:ind w:left="720"/>
      <w:contextualSpacing/>
    </w:pPr>
  </w:style>
  <w:style w:type="character" w:customStyle="1" w:styleId="ad">
    <w:name w:val="Основной текст_"/>
    <w:link w:val="3"/>
    <w:locked/>
    <w:rsid w:val="002E5BF6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d"/>
    <w:rsid w:val="002E5BF6"/>
    <w:pPr>
      <w:widowControl w:val="0"/>
      <w:shd w:val="clear" w:color="auto" w:fill="FFFFFF"/>
      <w:spacing w:before="540" w:line="322" w:lineRule="exact"/>
      <w:jc w:val="both"/>
    </w:pPr>
    <w:rPr>
      <w:rFonts w:eastAsia="Calibri"/>
      <w:sz w:val="26"/>
      <w:szCs w:val="26"/>
    </w:rPr>
  </w:style>
  <w:style w:type="character" w:customStyle="1" w:styleId="13">
    <w:name w:val="Основной текст + 13"/>
    <w:aliases w:val="5 pt,Интервал 0 pt"/>
    <w:rsid w:val="002E5BF6"/>
    <w:rPr>
      <w:color w:val="000000"/>
      <w:spacing w:val="10"/>
      <w:w w:val="100"/>
      <w:position w:val="0"/>
      <w:sz w:val="27"/>
      <w:szCs w:val="27"/>
      <w:shd w:val="clear" w:color="auto" w:fill="FFFFFF"/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E405C0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E405C0"/>
    <w:rPr>
      <w:rFonts w:ascii="Tahoma" w:eastAsia="Times New Roman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semiHidden/>
    <w:unhideWhenUsed/>
    <w:rsid w:val="00BF160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BF160C"/>
    <w:rPr>
      <w:rFonts w:eastAsia="Times New Roman"/>
      <w:sz w:val="24"/>
      <w:szCs w:val="24"/>
    </w:rPr>
  </w:style>
  <w:style w:type="paragraph" w:customStyle="1" w:styleId="ConsNormal">
    <w:name w:val="ConsNormal"/>
    <w:rsid w:val="00D72AC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s3">
    <w:name w:val="s3"/>
    <w:rsid w:val="00D72AC7"/>
    <w:rPr>
      <w:rFonts w:cs="Times New Roman"/>
    </w:rPr>
  </w:style>
  <w:style w:type="character" w:styleId="af2">
    <w:name w:val="Hyperlink"/>
    <w:uiPriority w:val="99"/>
    <w:semiHidden/>
    <w:rsid w:val="00AB1A24"/>
    <w:rPr>
      <w:rFonts w:cs="Times New Roman"/>
      <w:color w:val="0000FF"/>
      <w:u w:val="single"/>
    </w:rPr>
  </w:style>
  <w:style w:type="paragraph" w:customStyle="1" w:styleId="chapter">
    <w:name w:val="chapter"/>
    <w:basedOn w:val="a"/>
    <w:rsid w:val="00AB1A24"/>
    <w:pPr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ConsPlusNormal0">
    <w:name w:val="ConsPlusNormal Знак"/>
    <w:link w:val="ConsPlusNormal"/>
    <w:uiPriority w:val="99"/>
    <w:locked/>
    <w:rsid w:val="00AB1A24"/>
    <w:rPr>
      <w:rFonts w:ascii="Arial" w:eastAsia="Times New Roman" w:hAnsi="Arial" w:cs="Arial"/>
      <w:lang w:val="ru-RU" w:eastAsia="ru-RU" w:bidi="ar-SA"/>
    </w:rPr>
  </w:style>
  <w:style w:type="paragraph" w:customStyle="1" w:styleId="ConsNonformat">
    <w:name w:val="ConsNonformat"/>
    <w:rsid w:val="00300FDC"/>
    <w:pPr>
      <w:widowControl w:val="0"/>
    </w:pPr>
    <w:rPr>
      <w:rFonts w:ascii="Courier New" w:eastAsia="Times New Roman" w:hAnsi="Courier New"/>
    </w:rPr>
  </w:style>
  <w:style w:type="character" w:customStyle="1" w:styleId="30">
    <w:name w:val="Основной текст (3) + Не курсив"/>
    <w:rsid w:val="00E935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emsk3\Desktop\&#1087;&#1088;&#1086;&#1077;&#1082;&#1090;%20&#1079;&#1072;&#1082;&#1086;&#1085;&#1072;%20&#1054;&#1088;&#1076;&#1080;&#1085;&#1089;&#1082;&#1080;&#1081;%20&#1084;&#1091;&#1085;&#1080;&#1094;&#1080;&#1087;&#1072;&#1083;&#1100;&#1085;&#1099;&#1081;%20&#1086;&#1082;&#1088;&#1091;&#1075;\&#1041;&#1083;&#1072;&#1085;&#1082;%20&#1088;&#1077;&#1096;&#1077;&#1085;&#1080;&#1103;%20&#1044;&#1091;&#1084;&#1099;%202%20&#1087;&#1086;&#1076;&#1087;&#1080;&#1089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решения Думы 2 подписи</Template>
  <TotalTime>251</TotalTime>
  <Pages>10</Pages>
  <Words>2556</Words>
  <Characters>14574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17096</CharactersWithSpaces>
  <SharedDoc>false</SharedDoc>
  <HLinks>
    <vt:vector size="6" baseType="variant">
      <vt:variant>
        <vt:i4>1441888</vt:i4>
      </vt:variant>
      <vt:variant>
        <vt:i4>0</vt:i4>
      </vt:variant>
      <vt:variant>
        <vt:i4>0</vt:i4>
      </vt:variant>
      <vt:variant>
        <vt:i4>5</vt:i4>
      </vt:variant>
      <vt:variant>
        <vt:lpwstr>http://www.nalog.ru/rn77/about_fts/docs/4192875/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Земское собрание 3</dc:creator>
  <cp:lastModifiedBy>Гостеев Евгений</cp:lastModifiedBy>
  <cp:revision>57</cp:revision>
  <cp:lastPrinted>2025-09-22T02:32:00Z</cp:lastPrinted>
  <dcterms:created xsi:type="dcterms:W3CDTF">2020-02-17T09:36:00Z</dcterms:created>
  <dcterms:modified xsi:type="dcterms:W3CDTF">2025-09-24T03:26:00Z</dcterms:modified>
</cp:coreProperties>
</file>